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0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567"/>
        <w:gridCol w:w="3047"/>
        <w:gridCol w:w="922"/>
        <w:gridCol w:w="1276"/>
        <w:gridCol w:w="1417"/>
      </w:tblGrid>
      <w:tr w:rsidR="00D33C8B" w14:paraId="5E070CE4" w14:textId="77777777" w:rsidTr="00A618CF">
        <w:tc>
          <w:tcPr>
            <w:tcW w:w="3261" w:type="dxa"/>
            <w:shd w:val="clear" w:color="auto" w:fill="BDD6EE" w:themeFill="accent5" w:themeFillTint="66"/>
            <w:vAlign w:val="center"/>
          </w:tcPr>
          <w:p w14:paraId="1A0FF6A7" w14:textId="77777777" w:rsidR="00D33C8B" w:rsidRDefault="006477D5" w:rsidP="001C3738">
            <w:pPr>
              <w:pStyle w:val="Table"/>
            </w:pPr>
            <w:r>
              <w:t>Competition Name:</w:t>
            </w:r>
          </w:p>
        </w:tc>
        <w:tc>
          <w:tcPr>
            <w:tcW w:w="7229" w:type="dxa"/>
            <w:gridSpan w:val="5"/>
            <w:vAlign w:val="center"/>
          </w:tcPr>
          <w:p w14:paraId="71762F72" w14:textId="3B2C640F" w:rsidR="00D33C8B" w:rsidRPr="00BA3592" w:rsidRDefault="00D33C8B" w:rsidP="0027292D">
            <w:pPr>
              <w:pStyle w:val="Table"/>
              <w:jc w:val="left"/>
            </w:pPr>
          </w:p>
        </w:tc>
      </w:tr>
      <w:tr w:rsidR="007A130E" w14:paraId="5040F58D" w14:textId="77777777" w:rsidTr="00A618CF">
        <w:tc>
          <w:tcPr>
            <w:tcW w:w="3261" w:type="dxa"/>
            <w:shd w:val="clear" w:color="auto" w:fill="BDD6EE" w:themeFill="accent5" w:themeFillTint="66"/>
            <w:vAlign w:val="center"/>
          </w:tcPr>
          <w:p w14:paraId="4F8676FF" w14:textId="77777777" w:rsidR="007A130E" w:rsidRDefault="007A130E" w:rsidP="001C3738">
            <w:pPr>
              <w:pStyle w:val="Table"/>
            </w:pPr>
            <w:r>
              <w:t>Venue:</w:t>
            </w:r>
          </w:p>
        </w:tc>
        <w:tc>
          <w:tcPr>
            <w:tcW w:w="7229" w:type="dxa"/>
            <w:gridSpan w:val="5"/>
            <w:vAlign w:val="center"/>
          </w:tcPr>
          <w:p w14:paraId="748FEB40" w14:textId="3107614D" w:rsidR="007A130E" w:rsidRPr="00BA3592" w:rsidRDefault="007A130E" w:rsidP="0027292D">
            <w:pPr>
              <w:pStyle w:val="Table"/>
              <w:jc w:val="left"/>
            </w:pPr>
          </w:p>
        </w:tc>
      </w:tr>
      <w:tr w:rsidR="007A130E" w14:paraId="004B5354" w14:textId="77777777" w:rsidTr="00A618CF">
        <w:tc>
          <w:tcPr>
            <w:tcW w:w="3261" w:type="dxa"/>
            <w:shd w:val="clear" w:color="auto" w:fill="BDD6EE" w:themeFill="accent5" w:themeFillTint="66"/>
            <w:vAlign w:val="center"/>
          </w:tcPr>
          <w:p w14:paraId="67191370" w14:textId="77777777" w:rsidR="007A130E" w:rsidRDefault="007A130E" w:rsidP="001C3738">
            <w:pPr>
              <w:pStyle w:val="Table"/>
            </w:pPr>
            <w:r>
              <w:t>Date:</w:t>
            </w:r>
          </w:p>
        </w:tc>
        <w:tc>
          <w:tcPr>
            <w:tcW w:w="7229" w:type="dxa"/>
            <w:gridSpan w:val="5"/>
            <w:vAlign w:val="center"/>
          </w:tcPr>
          <w:p w14:paraId="480B9B22" w14:textId="032C9640" w:rsidR="007A130E" w:rsidRPr="00BA3592" w:rsidRDefault="007A130E" w:rsidP="0027292D">
            <w:pPr>
              <w:pStyle w:val="Table"/>
              <w:jc w:val="left"/>
            </w:pPr>
          </w:p>
        </w:tc>
      </w:tr>
      <w:tr w:rsidR="006477D5" w14:paraId="481AA903" w14:textId="77777777" w:rsidTr="00A618CF">
        <w:tc>
          <w:tcPr>
            <w:tcW w:w="3261" w:type="dxa"/>
            <w:shd w:val="clear" w:color="auto" w:fill="BDD6EE" w:themeFill="accent5" w:themeFillTint="66"/>
            <w:vAlign w:val="center"/>
          </w:tcPr>
          <w:p w14:paraId="64C8672D" w14:textId="77777777" w:rsidR="006477D5" w:rsidRDefault="006477D5" w:rsidP="001C3738">
            <w:pPr>
              <w:pStyle w:val="Table"/>
            </w:pPr>
            <w:r>
              <w:t>Contest Director:</w:t>
            </w:r>
          </w:p>
        </w:tc>
        <w:tc>
          <w:tcPr>
            <w:tcW w:w="7229" w:type="dxa"/>
            <w:gridSpan w:val="5"/>
            <w:tcBorders>
              <w:bottom w:val="single" w:sz="6" w:space="0" w:color="000000"/>
            </w:tcBorders>
            <w:vAlign w:val="center"/>
          </w:tcPr>
          <w:p w14:paraId="772B02E3" w14:textId="608CCF78" w:rsidR="006477D5" w:rsidRPr="00BA3592" w:rsidRDefault="006477D5" w:rsidP="0027292D">
            <w:pPr>
              <w:pStyle w:val="Table"/>
              <w:jc w:val="left"/>
            </w:pPr>
          </w:p>
        </w:tc>
      </w:tr>
      <w:tr w:rsidR="007A130E" w14:paraId="7EC64411" w14:textId="77777777" w:rsidTr="00A618CF">
        <w:tc>
          <w:tcPr>
            <w:tcW w:w="3261" w:type="dxa"/>
            <w:shd w:val="clear" w:color="auto" w:fill="BDD6EE" w:themeFill="accent5" w:themeFillTint="66"/>
            <w:vAlign w:val="center"/>
          </w:tcPr>
          <w:p w14:paraId="41D2BD51" w14:textId="77777777" w:rsidR="007A130E" w:rsidRDefault="007A130E" w:rsidP="001C3738">
            <w:pPr>
              <w:pStyle w:val="Table"/>
            </w:pPr>
            <w:r>
              <w:t>FAI Jury</w:t>
            </w:r>
          </w:p>
        </w:tc>
        <w:tc>
          <w:tcPr>
            <w:tcW w:w="5812" w:type="dxa"/>
            <w:gridSpan w:val="4"/>
            <w:shd w:val="clear" w:color="auto" w:fill="BDD6EE" w:themeFill="accent5" w:themeFillTint="66"/>
            <w:vAlign w:val="center"/>
          </w:tcPr>
          <w:p w14:paraId="4CB5B57A" w14:textId="15000D9C" w:rsidR="007A130E" w:rsidRDefault="007A130E" w:rsidP="001C3738">
            <w:pPr>
              <w:pStyle w:val="Table"/>
            </w:pPr>
          </w:p>
        </w:tc>
        <w:tc>
          <w:tcPr>
            <w:tcW w:w="1417" w:type="dxa"/>
            <w:shd w:val="clear" w:color="auto" w:fill="BDD6EE" w:themeFill="accent5" w:themeFillTint="66"/>
            <w:vAlign w:val="center"/>
          </w:tcPr>
          <w:p w14:paraId="71FFD61E" w14:textId="77777777" w:rsidR="007A130E" w:rsidRDefault="007A130E" w:rsidP="00AB1484">
            <w:pPr>
              <w:pStyle w:val="Table"/>
              <w:jc w:val="left"/>
            </w:pPr>
            <w:r>
              <w:t>NAC</w:t>
            </w:r>
          </w:p>
        </w:tc>
      </w:tr>
      <w:tr w:rsidR="006700E2" w14:paraId="41E03CA7" w14:textId="77777777" w:rsidTr="00A618CF">
        <w:tc>
          <w:tcPr>
            <w:tcW w:w="3261" w:type="dxa"/>
            <w:shd w:val="clear" w:color="auto" w:fill="BDD6EE" w:themeFill="accent5" w:themeFillTint="66"/>
            <w:vAlign w:val="center"/>
          </w:tcPr>
          <w:p w14:paraId="172E3418" w14:textId="77777777" w:rsidR="006700E2" w:rsidRPr="008F39B6" w:rsidRDefault="006700E2" w:rsidP="001C3738">
            <w:pPr>
              <w:pStyle w:val="Table"/>
            </w:pPr>
            <w:r>
              <w:rPr>
                <w:color w:val="000000"/>
              </w:rPr>
              <w:t>Jury President:</w:t>
            </w:r>
          </w:p>
        </w:tc>
        <w:tc>
          <w:tcPr>
            <w:tcW w:w="4536" w:type="dxa"/>
            <w:gridSpan w:val="3"/>
            <w:vAlign w:val="center"/>
          </w:tcPr>
          <w:p w14:paraId="62913031" w14:textId="3E16CA13" w:rsidR="006700E2" w:rsidRDefault="006700E2" w:rsidP="0098179E">
            <w:pPr>
              <w:pStyle w:val="Table"/>
              <w:jc w:val="left"/>
              <w:rPr>
                <w:color w:val="000000"/>
              </w:rPr>
            </w:pPr>
          </w:p>
        </w:tc>
        <w:tc>
          <w:tcPr>
            <w:tcW w:w="1276" w:type="dxa"/>
            <w:shd w:val="clear" w:color="auto" w:fill="BDD6EE" w:themeFill="accent5" w:themeFillTint="66"/>
            <w:vAlign w:val="center"/>
          </w:tcPr>
          <w:p w14:paraId="76F2BFD5" w14:textId="77777777" w:rsidR="006700E2" w:rsidRPr="006700E2" w:rsidRDefault="006700E2" w:rsidP="001C3738">
            <w:pPr>
              <w:pStyle w:val="Table"/>
            </w:pPr>
            <w:r w:rsidRPr="006700E2">
              <w:t>Class(es)</w:t>
            </w:r>
          </w:p>
        </w:tc>
        <w:tc>
          <w:tcPr>
            <w:tcW w:w="1417" w:type="dxa"/>
            <w:vAlign w:val="center"/>
          </w:tcPr>
          <w:p w14:paraId="59B64E21" w14:textId="6DFD50BC" w:rsidR="006700E2" w:rsidRDefault="006700E2" w:rsidP="001C616B">
            <w:pPr>
              <w:pStyle w:val="Table"/>
              <w:jc w:val="left"/>
              <w:rPr>
                <w:color w:val="000000"/>
              </w:rPr>
            </w:pPr>
          </w:p>
        </w:tc>
      </w:tr>
      <w:tr w:rsidR="001D6F49" w14:paraId="7928465F" w14:textId="77777777" w:rsidTr="00A618CF">
        <w:trPr>
          <w:trHeight w:val="143"/>
        </w:trPr>
        <w:tc>
          <w:tcPr>
            <w:tcW w:w="3261" w:type="dxa"/>
            <w:vMerge w:val="restart"/>
            <w:shd w:val="clear" w:color="auto" w:fill="BDD6EE" w:themeFill="accent5" w:themeFillTint="66"/>
          </w:tcPr>
          <w:p w14:paraId="5283A563" w14:textId="77777777" w:rsidR="001D6F49" w:rsidRDefault="001D6F49" w:rsidP="001C3738">
            <w:pPr>
              <w:pStyle w:val="Table"/>
              <w:rPr>
                <w:color w:val="000000"/>
              </w:rPr>
            </w:pPr>
            <w:r>
              <w:rPr>
                <w:color w:val="000000"/>
              </w:rPr>
              <w:t>Jury Members:</w:t>
            </w:r>
          </w:p>
          <w:p w14:paraId="1F6CB530" w14:textId="77777777" w:rsidR="001D6F49" w:rsidRDefault="001D6F49" w:rsidP="001C3738">
            <w:pPr>
              <w:pStyle w:val="Table"/>
            </w:pPr>
          </w:p>
          <w:p w14:paraId="286FAD55" w14:textId="77777777" w:rsidR="001D6F49" w:rsidRPr="006700E2" w:rsidRDefault="001D6F49" w:rsidP="001C3738">
            <w:pPr>
              <w:pStyle w:val="Table"/>
              <w:rPr>
                <w:i/>
              </w:rPr>
            </w:pPr>
            <w:r>
              <w:rPr>
                <w:i/>
              </w:rPr>
              <w:t>(</w:t>
            </w:r>
            <w:r w:rsidRPr="006700E2">
              <w:rPr>
                <w:i/>
              </w:rPr>
              <w:t>Enter all Jury member involved if concerned in more classes</w:t>
            </w:r>
            <w:r>
              <w:rPr>
                <w:i/>
              </w:rPr>
              <w:t>)</w:t>
            </w:r>
          </w:p>
        </w:tc>
        <w:tc>
          <w:tcPr>
            <w:tcW w:w="567" w:type="dxa"/>
            <w:vAlign w:val="center"/>
          </w:tcPr>
          <w:p w14:paraId="5F5966E0" w14:textId="77777777" w:rsidR="001D6F49" w:rsidRDefault="001D6F49" w:rsidP="001C3738">
            <w:pPr>
              <w:pStyle w:val="Table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3969" w:type="dxa"/>
            <w:gridSpan w:val="2"/>
            <w:vAlign w:val="center"/>
          </w:tcPr>
          <w:p w14:paraId="03CC86C8" w14:textId="0B5321C8" w:rsidR="001D6F49" w:rsidRDefault="001D6F49" w:rsidP="0098179E">
            <w:pPr>
              <w:pStyle w:val="Table"/>
              <w:jc w:val="left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585B4D3E" w14:textId="14931206" w:rsidR="001D6F49" w:rsidRDefault="001D6F49" w:rsidP="0098179E">
            <w:pPr>
              <w:pStyle w:val="Table"/>
              <w:jc w:val="left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1AF3245" w14:textId="2A0F402C" w:rsidR="001D6F49" w:rsidRDefault="001D6F49" w:rsidP="0098179E">
            <w:pPr>
              <w:pStyle w:val="Table"/>
              <w:jc w:val="left"/>
              <w:rPr>
                <w:color w:val="000000"/>
              </w:rPr>
            </w:pPr>
          </w:p>
        </w:tc>
      </w:tr>
      <w:tr w:rsidR="001D6F49" w14:paraId="28F2CA0C" w14:textId="77777777" w:rsidTr="00A618CF">
        <w:trPr>
          <w:trHeight w:val="141"/>
        </w:trPr>
        <w:tc>
          <w:tcPr>
            <w:tcW w:w="3261" w:type="dxa"/>
            <w:vMerge/>
            <w:shd w:val="clear" w:color="auto" w:fill="BDD6EE" w:themeFill="accent5" w:themeFillTint="66"/>
          </w:tcPr>
          <w:p w14:paraId="1920AB64" w14:textId="77777777" w:rsidR="001D6F49" w:rsidRDefault="001D6F49" w:rsidP="001C3738">
            <w:pPr>
              <w:pStyle w:val="Table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155BDEFE" w14:textId="77777777" w:rsidR="001D6F49" w:rsidRDefault="001D6F49" w:rsidP="001C3738">
            <w:pPr>
              <w:pStyle w:val="Table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969" w:type="dxa"/>
            <w:gridSpan w:val="2"/>
            <w:vAlign w:val="center"/>
          </w:tcPr>
          <w:p w14:paraId="00866A94" w14:textId="0F43B832" w:rsidR="001D6F49" w:rsidRDefault="001D6F49" w:rsidP="0098179E">
            <w:pPr>
              <w:pStyle w:val="Table"/>
              <w:jc w:val="left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FB35B00" w14:textId="69272A9F" w:rsidR="001D6F49" w:rsidRDefault="001D6F49" w:rsidP="0098179E">
            <w:pPr>
              <w:pStyle w:val="Table"/>
              <w:jc w:val="left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5EB6E16C" w14:textId="261DA5D6" w:rsidR="001D6F49" w:rsidRDefault="001D6F49" w:rsidP="0098179E">
            <w:pPr>
              <w:pStyle w:val="Table"/>
              <w:jc w:val="left"/>
              <w:rPr>
                <w:color w:val="000000"/>
              </w:rPr>
            </w:pPr>
          </w:p>
        </w:tc>
      </w:tr>
      <w:tr w:rsidR="001D6F49" w14:paraId="73A29849" w14:textId="77777777" w:rsidTr="00A618CF">
        <w:trPr>
          <w:trHeight w:val="141"/>
        </w:trPr>
        <w:tc>
          <w:tcPr>
            <w:tcW w:w="3261" w:type="dxa"/>
            <w:vMerge/>
            <w:shd w:val="clear" w:color="auto" w:fill="BDD6EE" w:themeFill="accent5" w:themeFillTint="66"/>
          </w:tcPr>
          <w:p w14:paraId="053DF1B9" w14:textId="77777777" w:rsidR="001D6F49" w:rsidRDefault="001D6F49" w:rsidP="001C3738">
            <w:pPr>
              <w:pStyle w:val="Table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346F04FF" w14:textId="77777777" w:rsidR="001D6F49" w:rsidRDefault="001D6F49" w:rsidP="001C3738">
            <w:pPr>
              <w:pStyle w:val="Table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969" w:type="dxa"/>
            <w:gridSpan w:val="2"/>
            <w:vAlign w:val="center"/>
          </w:tcPr>
          <w:p w14:paraId="221F8CB8" w14:textId="33FE1508" w:rsidR="001D6F49" w:rsidRDefault="001D6F49" w:rsidP="0098179E">
            <w:pPr>
              <w:pStyle w:val="Table"/>
              <w:jc w:val="left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2F663FC5" w14:textId="1E9B09AE" w:rsidR="001D6F49" w:rsidRDefault="001D6F49" w:rsidP="0098179E">
            <w:pPr>
              <w:pStyle w:val="Table"/>
              <w:jc w:val="left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00A922A4" w14:textId="5A6FD204" w:rsidR="001D6F49" w:rsidRDefault="001D6F49" w:rsidP="0098179E">
            <w:pPr>
              <w:pStyle w:val="Table"/>
              <w:jc w:val="left"/>
              <w:rPr>
                <w:color w:val="000000"/>
              </w:rPr>
            </w:pPr>
          </w:p>
        </w:tc>
      </w:tr>
      <w:tr w:rsidR="001D6F49" w14:paraId="30BCB6BD" w14:textId="77777777" w:rsidTr="00A618CF">
        <w:trPr>
          <w:trHeight w:val="141"/>
        </w:trPr>
        <w:tc>
          <w:tcPr>
            <w:tcW w:w="3261" w:type="dxa"/>
            <w:vMerge/>
            <w:shd w:val="clear" w:color="auto" w:fill="BDD6EE" w:themeFill="accent5" w:themeFillTint="66"/>
          </w:tcPr>
          <w:p w14:paraId="3FB916E4" w14:textId="77777777" w:rsidR="001D6F49" w:rsidRDefault="001D6F49" w:rsidP="001C3738">
            <w:pPr>
              <w:pStyle w:val="Table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3AAFFD46" w14:textId="77777777" w:rsidR="001D6F49" w:rsidRDefault="001D6F49" w:rsidP="001C3738">
            <w:pPr>
              <w:pStyle w:val="Table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3969" w:type="dxa"/>
            <w:gridSpan w:val="2"/>
            <w:vAlign w:val="center"/>
          </w:tcPr>
          <w:p w14:paraId="0C94351C" w14:textId="35799698" w:rsidR="001D6F49" w:rsidRDefault="001D6F49" w:rsidP="0098179E">
            <w:pPr>
              <w:pStyle w:val="Table"/>
              <w:jc w:val="left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2CC61C02" w14:textId="3CCF0B9D" w:rsidR="001D6F49" w:rsidRDefault="001D6F49" w:rsidP="0098179E">
            <w:pPr>
              <w:pStyle w:val="Table"/>
              <w:jc w:val="left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72D5257" w14:textId="0ED8C40A" w:rsidR="001D6F49" w:rsidRDefault="001D6F49" w:rsidP="0098179E">
            <w:pPr>
              <w:pStyle w:val="Table"/>
              <w:jc w:val="left"/>
              <w:rPr>
                <w:color w:val="000000"/>
              </w:rPr>
            </w:pPr>
          </w:p>
        </w:tc>
      </w:tr>
      <w:tr w:rsidR="001D6F49" w14:paraId="4D73AB88" w14:textId="77777777" w:rsidTr="00A618CF">
        <w:trPr>
          <w:trHeight w:val="141"/>
        </w:trPr>
        <w:tc>
          <w:tcPr>
            <w:tcW w:w="3261" w:type="dxa"/>
            <w:vMerge/>
            <w:shd w:val="clear" w:color="auto" w:fill="BDD6EE" w:themeFill="accent5" w:themeFillTint="66"/>
          </w:tcPr>
          <w:p w14:paraId="52BB300C" w14:textId="77777777" w:rsidR="001D6F49" w:rsidRDefault="001D6F49" w:rsidP="001C3738">
            <w:pPr>
              <w:pStyle w:val="Table"/>
              <w:rPr>
                <w:color w:val="000000"/>
              </w:rPr>
            </w:pPr>
          </w:p>
        </w:tc>
        <w:tc>
          <w:tcPr>
            <w:tcW w:w="567" w:type="dxa"/>
            <w:vAlign w:val="center"/>
          </w:tcPr>
          <w:p w14:paraId="722F2FD2" w14:textId="77777777" w:rsidR="001D6F49" w:rsidRDefault="001D6F49" w:rsidP="001C3738">
            <w:pPr>
              <w:pStyle w:val="Table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3969" w:type="dxa"/>
            <w:gridSpan w:val="2"/>
            <w:vAlign w:val="center"/>
          </w:tcPr>
          <w:p w14:paraId="174A87F9" w14:textId="77777777" w:rsidR="001D6F49" w:rsidRDefault="001D6F49" w:rsidP="0098179E">
            <w:pPr>
              <w:pStyle w:val="Table"/>
              <w:jc w:val="left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214F1887" w14:textId="77777777" w:rsidR="001D6F49" w:rsidRDefault="001D6F49" w:rsidP="0098179E">
            <w:pPr>
              <w:pStyle w:val="Table"/>
              <w:jc w:val="left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26CA7F1" w14:textId="77777777" w:rsidR="001D6F49" w:rsidRDefault="001D6F49" w:rsidP="0098179E">
            <w:pPr>
              <w:pStyle w:val="Table"/>
              <w:jc w:val="left"/>
              <w:rPr>
                <w:color w:val="000000"/>
              </w:rPr>
            </w:pPr>
          </w:p>
        </w:tc>
      </w:tr>
      <w:tr w:rsidR="001D6F49" w14:paraId="2E4CF9D6" w14:textId="77777777" w:rsidTr="00A618CF">
        <w:trPr>
          <w:trHeight w:val="141"/>
        </w:trPr>
        <w:tc>
          <w:tcPr>
            <w:tcW w:w="3261" w:type="dxa"/>
            <w:vMerge/>
            <w:shd w:val="clear" w:color="auto" w:fill="BDD6EE" w:themeFill="accent5" w:themeFillTint="66"/>
          </w:tcPr>
          <w:p w14:paraId="6988584C" w14:textId="77777777" w:rsidR="001D6F49" w:rsidRDefault="001D6F49" w:rsidP="001C3738">
            <w:pPr>
              <w:pStyle w:val="Table"/>
              <w:rPr>
                <w:color w:val="000000"/>
              </w:rPr>
            </w:pPr>
          </w:p>
        </w:tc>
        <w:tc>
          <w:tcPr>
            <w:tcW w:w="567" w:type="dxa"/>
            <w:tcBorders>
              <w:bottom w:val="single" w:sz="6" w:space="0" w:color="000000"/>
            </w:tcBorders>
            <w:vAlign w:val="center"/>
          </w:tcPr>
          <w:p w14:paraId="2EB037EC" w14:textId="77777777" w:rsidR="001D6F49" w:rsidRDefault="001D6F49" w:rsidP="001C3738">
            <w:pPr>
              <w:pStyle w:val="Table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3969" w:type="dxa"/>
            <w:gridSpan w:val="2"/>
            <w:tcBorders>
              <w:bottom w:val="single" w:sz="6" w:space="0" w:color="000000"/>
            </w:tcBorders>
            <w:vAlign w:val="center"/>
          </w:tcPr>
          <w:p w14:paraId="395E2A2F" w14:textId="77777777" w:rsidR="001D6F49" w:rsidRDefault="001D6F49" w:rsidP="0098179E">
            <w:pPr>
              <w:pStyle w:val="Table"/>
              <w:jc w:val="left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6" w:space="0" w:color="000000"/>
            </w:tcBorders>
            <w:vAlign w:val="center"/>
          </w:tcPr>
          <w:p w14:paraId="6C85118E" w14:textId="77777777" w:rsidR="001D6F49" w:rsidRDefault="001D6F49" w:rsidP="0098179E">
            <w:pPr>
              <w:pStyle w:val="Table"/>
              <w:jc w:val="left"/>
              <w:rPr>
                <w:color w:val="00000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  <w:vAlign w:val="center"/>
          </w:tcPr>
          <w:p w14:paraId="47FF758A" w14:textId="77777777" w:rsidR="001D6F49" w:rsidRDefault="001D6F49" w:rsidP="0098179E">
            <w:pPr>
              <w:pStyle w:val="Table"/>
              <w:jc w:val="left"/>
              <w:rPr>
                <w:color w:val="000000"/>
              </w:rPr>
            </w:pPr>
          </w:p>
        </w:tc>
      </w:tr>
      <w:tr w:rsidR="007A130E" w14:paraId="248AE073" w14:textId="77777777" w:rsidTr="00A618CF">
        <w:tc>
          <w:tcPr>
            <w:tcW w:w="3261" w:type="dxa"/>
            <w:vMerge w:val="restart"/>
            <w:shd w:val="clear" w:color="auto" w:fill="BDD6EE" w:themeFill="accent5" w:themeFillTint="66"/>
          </w:tcPr>
          <w:p w14:paraId="5A196440" w14:textId="77777777" w:rsidR="007A130E" w:rsidRPr="007A130E" w:rsidRDefault="007A130E" w:rsidP="001C3738">
            <w:pPr>
              <w:pStyle w:val="Table"/>
              <w:rPr>
                <w:b/>
                <w:bCs/>
              </w:rPr>
            </w:pPr>
            <w:r>
              <w:rPr>
                <w:b/>
                <w:bCs/>
              </w:rPr>
              <w:t>F2A</w:t>
            </w:r>
            <w:r>
              <w:t xml:space="preserve"> Senior Judge:</w:t>
            </w:r>
          </w:p>
        </w:tc>
        <w:tc>
          <w:tcPr>
            <w:tcW w:w="5812" w:type="dxa"/>
            <w:gridSpan w:val="4"/>
            <w:shd w:val="clear" w:color="auto" w:fill="BDD6EE" w:themeFill="accent5" w:themeFillTint="66"/>
            <w:vAlign w:val="center"/>
          </w:tcPr>
          <w:p w14:paraId="1B27DF77" w14:textId="77777777" w:rsidR="007A130E" w:rsidRDefault="007A130E" w:rsidP="001C3738">
            <w:pPr>
              <w:pStyle w:val="Table"/>
            </w:pPr>
            <w:r>
              <w:t>Name</w:t>
            </w:r>
          </w:p>
        </w:tc>
        <w:tc>
          <w:tcPr>
            <w:tcW w:w="1417" w:type="dxa"/>
            <w:shd w:val="clear" w:color="auto" w:fill="BDD6EE" w:themeFill="accent5" w:themeFillTint="66"/>
            <w:vAlign w:val="center"/>
          </w:tcPr>
          <w:p w14:paraId="63B4A781" w14:textId="77777777" w:rsidR="007A130E" w:rsidRDefault="007A130E" w:rsidP="00AB1484">
            <w:pPr>
              <w:pStyle w:val="Table"/>
              <w:jc w:val="left"/>
            </w:pPr>
            <w:r>
              <w:t>NAC</w:t>
            </w:r>
          </w:p>
        </w:tc>
      </w:tr>
      <w:tr w:rsidR="007A130E" w14:paraId="18560DBC" w14:textId="77777777" w:rsidTr="00A618CF">
        <w:tc>
          <w:tcPr>
            <w:tcW w:w="3261" w:type="dxa"/>
            <w:vMerge/>
            <w:shd w:val="clear" w:color="auto" w:fill="BDD6EE" w:themeFill="accent5" w:themeFillTint="66"/>
          </w:tcPr>
          <w:p w14:paraId="7ED1546B" w14:textId="77777777" w:rsidR="007A130E" w:rsidRDefault="007A130E" w:rsidP="001C3738">
            <w:pPr>
              <w:pStyle w:val="Table"/>
              <w:rPr>
                <w:b/>
                <w:bCs/>
              </w:rPr>
            </w:pPr>
          </w:p>
        </w:tc>
        <w:tc>
          <w:tcPr>
            <w:tcW w:w="5812" w:type="dxa"/>
            <w:gridSpan w:val="4"/>
            <w:tcBorders>
              <w:bottom w:val="single" w:sz="6" w:space="0" w:color="000000"/>
            </w:tcBorders>
            <w:vAlign w:val="center"/>
          </w:tcPr>
          <w:p w14:paraId="3FA0995D" w14:textId="7877C5EB" w:rsidR="007A130E" w:rsidRDefault="007A130E" w:rsidP="00A82B79">
            <w:pPr>
              <w:pStyle w:val="Table"/>
              <w:jc w:val="left"/>
            </w:pPr>
          </w:p>
        </w:tc>
        <w:tc>
          <w:tcPr>
            <w:tcW w:w="1417" w:type="dxa"/>
            <w:tcBorders>
              <w:bottom w:val="single" w:sz="6" w:space="0" w:color="000000"/>
            </w:tcBorders>
            <w:vAlign w:val="center"/>
          </w:tcPr>
          <w:p w14:paraId="0F284E71" w14:textId="2CE56C48" w:rsidR="007A130E" w:rsidRDefault="007A130E" w:rsidP="00AB1484">
            <w:pPr>
              <w:pStyle w:val="Table"/>
              <w:jc w:val="left"/>
            </w:pPr>
          </w:p>
        </w:tc>
      </w:tr>
      <w:tr w:rsidR="007A130E" w14:paraId="43442482" w14:textId="77777777" w:rsidTr="00A618CF">
        <w:tc>
          <w:tcPr>
            <w:tcW w:w="3261" w:type="dxa"/>
            <w:vMerge w:val="restart"/>
            <w:shd w:val="clear" w:color="auto" w:fill="BDD6EE" w:themeFill="accent5" w:themeFillTint="66"/>
          </w:tcPr>
          <w:p w14:paraId="3859A01E" w14:textId="77777777" w:rsidR="007A130E" w:rsidRDefault="007A130E" w:rsidP="001C3738">
            <w:pPr>
              <w:pStyle w:val="Table"/>
              <w:rPr>
                <w:b/>
                <w:bCs/>
              </w:rPr>
            </w:pPr>
            <w:r>
              <w:rPr>
                <w:b/>
                <w:bCs/>
              </w:rPr>
              <w:t xml:space="preserve">F2B </w:t>
            </w:r>
            <w:r>
              <w:t xml:space="preserve">Judges: </w:t>
            </w:r>
          </w:p>
        </w:tc>
        <w:tc>
          <w:tcPr>
            <w:tcW w:w="567" w:type="dxa"/>
            <w:tcBorders>
              <w:right w:val="single" w:sz="6" w:space="0" w:color="000000"/>
            </w:tcBorders>
            <w:shd w:val="clear" w:color="auto" w:fill="BDD6EE" w:themeFill="accent5" w:themeFillTint="66"/>
            <w:vAlign w:val="center"/>
          </w:tcPr>
          <w:p w14:paraId="616068ED" w14:textId="77777777" w:rsidR="007A130E" w:rsidRDefault="007A130E" w:rsidP="001C3738">
            <w:pPr>
              <w:pStyle w:val="Table"/>
            </w:pPr>
          </w:p>
        </w:tc>
        <w:tc>
          <w:tcPr>
            <w:tcW w:w="524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DD6EE" w:themeFill="accent5" w:themeFillTint="66"/>
            <w:vAlign w:val="center"/>
          </w:tcPr>
          <w:p w14:paraId="4AA6379F" w14:textId="77777777" w:rsidR="007A130E" w:rsidRDefault="007A130E" w:rsidP="001C3738">
            <w:pPr>
              <w:pStyle w:val="Table"/>
            </w:pPr>
            <w:r>
              <w:t>Name</w:t>
            </w:r>
            <w:r w:rsidR="009E5149">
              <w:t>(s)</w:t>
            </w:r>
          </w:p>
        </w:tc>
        <w:tc>
          <w:tcPr>
            <w:tcW w:w="1417" w:type="dxa"/>
            <w:tcBorders>
              <w:left w:val="single" w:sz="6" w:space="0" w:color="000000"/>
            </w:tcBorders>
            <w:shd w:val="clear" w:color="auto" w:fill="BDD6EE" w:themeFill="accent5" w:themeFillTint="66"/>
            <w:vAlign w:val="center"/>
          </w:tcPr>
          <w:p w14:paraId="65B09B56" w14:textId="77777777" w:rsidR="007A130E" w:rsidRDefault="007A130E" w:rsidP="00AB1484">
            <w:pPr>
              <w:pStyle w:val="Table"/>
              <w:jc w:val="left"/>
            </w:pPr>
            <w:r>
              <w:t>NAC</w:t>
            </w:r>
          </w:p>
        </w:tc>
      </w:tr>
      <w:tr w:rsidR="002D76AC" w14:paraId="61B0E122" w14:textId="77777777" w:rsidTr="002D76AC">
        <w:tc>
          <w:tcPr>
            <w:tcW w:w="3261" w:type="dxa"/>
            <w:vMerge/>
            <w:shd w:val="clear" w:color="auto" w:fill="BDD6EE" w:themeFill="accent5" w:themeFillTint="66"/>
          </w:tcPr>
          <w:p w14:paraId="28396924" w14:textId="77777777" w:rsidR="002D76AC" w:rsidRDefault="002D76AC" w:rsidP="001C3738">
            <w:pPr>
              <w:pStyle w:val="Table"/>
            </w:pPr>
          </w:p>
        </w:tc>
        <w:tc>
          <w:tcPr>
            <w:tcW w:w="567" w:type="dxa"/>
            <w:vAlign w:val="center"/>
          </w:tcPr>
          <w:p w14:paraId="3D8362B8" w14:textId="77777777" w:rsidR="002D76AC" w:rsidRPr="001D6F49" w:rsidRDefault="002D76AC" w:rsidP="001C3738">
            <w:pPr>
              <w:pStyle w:val="Table"/>
              <w:rPr>
                <w:color w:val="000000"/>
              </w:rPr>
            </w:pPr>
            <w:r w:rsidRPr="001D6F49">
              <w:t xml:space="preserve">1. </w:t>
            </w:r>
          </w:p>
        </w:tc>
        <w:tc>
          <w:tcPr>
            <w:tcW w:w="5245" w:type="dxa"/>
            <w:gridSpan w:val="3"/>
            <w:vAlign w:val="center"/>
          </w:tcPr>
          <w:p w14:paraId="5D643DF8" w14:textId="77777777" w:rsidR="002D76AC" w:rsidRDefault="002D76AC" w:rsidP="002D76AC">
            <w:pPr>
              <w:pStyle w:val="Table"/>
              <w:jc w:val="left"/>
            </w:pPr>
          </w:p>
        </w:tc>
        <w:tc>
          <w:tcPr>
            <w:tcW w:w="1417" w:type="dxa"/>
            <w:vAlign w:val="center"/>
          </w:tcPr>
          <w:p w14:paraId="746F021C" w14:textId="0AC25C86" w:rsidR="002D76AC" w:rsidRDefault="002D76AC" w:rsidP="00AB1484">
            <w:pPr>
              <w:pStyle w:val="Table"/>
              <w:jc w:val="left"/>
            </w:pPr>
          </w:p>
        </w:tc>
      </w:tr>
      <w:tr w:rsidR="002D76AC" w14:paraId="6DEE07EC" w14:textId="77777777" w:rsidTr="002D76AC">
        <w:tc>
          <w:tcPr>
            <w:tcW w:w="3261" w:type="dxa"/>
            <w:vMerge/>
            <w:shd w:val="clear" w:color="auto" w:fill="BDD6EE" w:themeFill="accent5" w:themeFillTint="66"/>
          </w:tcPr>
          <w:p w14:paraId="59B9C405" w14:textId="77777777" w:rsidR="002D76AC" w:rsidRDefault="002D76AC" w:rsidP="001C3738">
            <w:pPr>
              <w:pStyle w:val="Table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46A1D885" w14:textId="77777777" w:rsidR="002D76AC" w:rsidRPr="001D6F49" w:rsidRDefault="002D76AC" w:rsidP="001C3738">
            <w:pPr>
              <w:pStyle w:val="Table"/>
            </w:pPr>
            <w:r w:rsidRPr="001D6F49">
              <w:rPr>
                <w:color w:val="000000"/>
              </w:rPr>
              <w:t>2.</w:t>
            </w:r>
          </w:p>
        </w:tc>
        <w:tc>
          <w:tcPr>
            <w:tcW w:w="5245" w:type="dxa"/>
            <w:gridSpan w:val="3"/>
            <w:vAlign w:val="center"/>
          </w:tcPr>
          <w:p w14:paraId="0405424E" w14:textId="77777777" w:rsidR="002D76AC" w:rsidRDefault="002D76AC" w:rsidP="002D76AC">
            <w:pPr>
              <w:pStyle w:val="Table"/>
              <w:jc w:val="left"/>
            </w:pPr>
          </w:p>
        </w:tc>
        <w:tc>
          <w:tcPr>
            <w:tcW w:w="1417" w:type="dxa"/>
            <w:vAlign w:val="center"/>
          </w:tcPr>
          <w:p w14:paraId="49FC44F3" w14:textId="785C325E" w:rsidR="002D76AC" w:rsidRDefault="002D76AC" w:rsidP="00AB1484">
            <w:pPr>
              <w:pStyle w:val="Table"/>
              <w:jc w:val="left"/>
            </w:pPr>
          </w:p>
        </w:tc>
      </w:tr>
      <w:tr w:rsidR="002D76AC" w14:paraId="6607DDF0" w14:textId="77777777" w:rsidTr="002D76AC">
        <w:tc>
          <w:tcPr>
            <w:tcW w:w="3261" w:type="dxa"/>
            <w:vMerge/>
            <w:shd w:val="clear" w:color="auto" w:fill="BDD6EE" w:themeFill="accent5" w:themeFillTint="66"/>
          </w:tcPr>
          <w:p w14:paraId="5FB2ED48" w14:textId="77777777" w:rsidR="002D76AC" w:rsidRDefault="002D76AC" w:rsidP="001C3738">
            <w:pPr>
              <w:pStyle w:val="Table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6E45C96E" w14:textId="77777777" w:rsidR="002D76AC" w:rsidRPr="001D6F49" w:rsidRDefault="002D76AC" w:rsidP="001C3738">
            <w:pPr>
              <w:pStyle w:val="Table"/>
            </w:pPr>
            <w:r w:rsidRPr="001D6F49">
              <w:rPr>
                <w:color w:val="000000"/>
              </w:rPr>
              <w:t>3.</w:t>
            </w:r>
          </w:p>
        </w:tc>
        <w:tc>
          <w:tcPr>
            <w:tcW w:w="5245" w:type="dxa"/>
            <w:gridSpan w:val="3"/>
            <w:vAlign w:val="center"/>
          </w:tcPr>
          <w:p w14:paraId="0D9EED03" w14:textId="77777777" w:rsidR="002D76AC" w:rsidRDefault="002D76AC" w:rsidP="002D76AC">
            <w:pPr>
              <w:pStyle w:val="Table"/>
              <w:jc w:val="left"/>
            </w:pPr>
          </w:p>
        </w:tc>
        <w:tc>
          <w:tcPr>
            <w:tcW w:w="1417" w:type="dxa"/>
            <w:vAlign w:val="center"/>
          </w:tcPr>
          <w:p w14:paraId="064D7ED8" w14:textId="1D7ADDE2" w:rsidR="002D76AC" w:rsidRDefault="002D76AC" w:rsidP="00AB1484">
            <w:pPr>
              <w:pStyle w:val="Table"/>
              <w:jc w:val="left"/>
            </w:pPr>
          </w:p>
        </w:tc>
      </w:tr>
      <w:tr w:rsidR="002D76AC" w14:paraId="4E2146CA" w14:textId="77777777" w:rsidTr="002D76AC">
        <w:tc>
          <w:tcPr>
            <w:tcW w:w="3261" w:type="dxa"/>
            <w:vMerge w:val="restart"/>
            <w:shd w:val="clear" w:color="auto" w:fill="BDD6EE" w:themeFill="accent5" w:themeFillTint="66"/>
          </w:tcPr>
          <w:p w14:paraId="56DA263D" w14:textId="77777777" w:rsidR="002D76AC" w:rsidRDefault="002D76AC" w:rsidP="001C3738">
            <w:pPr>
              <w:pStyle w:val="Table"/>
              <w:rPr>
                <w:b/>
                <w:bCs/>
              </w:rPr>
            </w:pPr>
            <w:r>
              <w:rPr>
                <w:b/>
                <w:bCs/>
              </w:rPr>
              <w:t>In case of more, than three judges!</w:t>
            </w:r>
          </w:p>
        </w:tc>
        <w:tc>
          <w:tcPr>
            <w:tcW w:w="567" w:type="dxa"/>
            <w:vAlign w:val="center"/>
          </w:tcPr>
          <w:p w14:paraId="09F9DB23" w14:textId="77777777" w:rsidR="002D76AC" w:rsidRPr="001D6F49" w:rsidRDefault="002D76AC" w:rsidP="001C3738">
            <w:pPr>
              <w:pStyle w:val="Table"/>
              <w:rPr>
                <w:color w:val="000000"/>
              </w:rPr>
            </w:pPr>
            <w:r w:rsidRPr="001D6F49">
              <w:rPr>
                <w:color w:val="000000"/>
              </w:rPr>
              <w:t>4.</w:t>
            </w:r>
          </w:p>
        </w:tc>
        <w:tc>
          <w:tcPr>
            <w:tcW w:w="5245" w:type="dxa"/>
            <w:gridSpan w:val="3"/>
            <w:vAlign w:val="center"/>
          </w:tcPr>
          <w:p w14:paraId="3F240EAD" w14:textId="77777777" w:rsidR="002D76AC" w:rsidRDefault="002D76AC" w:rsidP="002D76AC">
            <w:pPr>
              <w:pStyle w:val="Table"/>
              <w:jc w:val="left"/>
            </w:pPr>
          </w:p>
        </w:tc>
        <w:tc>
          <w:tcPr>
            <w:tcW w:w="1417" w:type="dxa"/>
            <w:vAlign w:val="center"/>
          </w:tcPr>
          <w:p w14:paraId="5158938C" w14:textId="2F9340A7" w:rsidR="002D76AC" w:rsidRDefault="002D76AC" w:rsidP="00AB1484">
            <w:pPr>
              <w:pStyle w:val="Table"/>
              <w:jc w:val="left"/>
            </w:pPr>
          </w:p>
        </w:tc>
      </w:tr>
      <w:tr w:rsidR="002D76AC" w14:paraId="355A7352" w14:textId="77777777" w:rsidTr="002D76AC">
        <w:tc>
          <w:tcPr>
            <w:tcW w:w="3261" w:type="dxa"/>
            <w:vMerge/>
            <w:shd w:val="clear" w:color="auto" w:fill="BDD6EE" w:themeFill="accent5" w:themeFillTint="66"/>
          </w:tcPr>
          <w:p w14:paraId="6DA5808E" w14:textId="77777777" w:rsidR="002D76AC" w:rsidRDefault="002D76AC" w:rsidP="001C3738">
            <w:pPr>
              <w:pStyle w:val="Table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14:paraId="0141CB3D" w14:textId="77777777" w:rsidR="002D76AC" w:rsidRPr="001D6F49" w:rsidRDefault="002D76AC" w:rsidP="001C3738">
            <w:pPr>
              <w:pStyle w:val="Table"/>
              <w:rPr>
                <w:color w:val="000000"/>
              </w:rPr>
            </w:pPr>
            <w:r w:rsidRPr="001D6F49">
              <w:rPr>
                <w:color w:val="000000"/>
              </w:rPr>
              <w:t>5.</w:t>
            </w:r>
          </w:p>
        </w:tc>
        <w:tc>
          <w:tcPr>
            <w:tcW w:w="5245" w:type="dxa"/>
            <w:gridSpan w:val="3"/>
            <w:vAlign w:val="center"/>
          </w:tcPr>
          <w:p w14:paraId="0E5A9332" w14:textId="77777777" w:rsidR="002D76AC" w:rsidRDefault="002D76AC" w:rsidP="002D76AC">
            <w:pPr>
              <w:pStyle w:val="Table"/>
              <w:jc w:val="left"/>
            </w:pPr>
          </w:p>
        </w:tc>
        <w:tc>
          <w:tcPr>
            <w:tcW w:w="1417" w:type="dxa"/>
            <w:vAlign w:val="center"/>
          </w:tcPr>
          <w:p w14:paraId="541E9C2E" w14:textId="28DBABCD" w:rsidR="002D76AC" w:rsidRDefault="002D76AC" w:rsidP="00AB1484">
            <w:pPr>
              <w:pStyle w:val="Table"/>
              <w:jc w:val="left"/>
            </w:pPr>
          </w:p>
        </w:tc>
      </w:tr>
      <w:tr w:rsidR="002D76AC" w14:paraId="60426401" w14:textId="77777777" w:rsidTr="002D76AC">
        <w:tc>
          <w:tcPr>
            <w:tcW w:w="3261" w:type="dxa"/>
            <w:vMerge/>
            <w:shd w:val="clear" w:color="auto" w:fill="BDD6EE" w:themeFill="accent5" w:themeFillTint="66"/>
          </w:tcPr>
          <w:p w14:paraId="6A06D13A" w14:textId="77777777" w:rsidR="002D76AC" w:rsidRDefault="002D76AC" w:rsidP="001C3738">
            <w:pPr>
              <w:pStyle w:val="Table"/>
              <w:rPr>
                <w:b/>
                <w:bCs/>
              </w:rPr>
            </w:pPr>
          </w:p>
        </w:tc>
        <w:tc>
          <w:tcPr>
            <w:tcW w:w="567" w:type="dxa"/>
            <w:tcBorders>
              <w:bottom w:val="single" w:sz="6" w:space="0" w:color="000000"/>
            </w:tcBorders>
            <w:vAlign w:val="center"/>
          </w:tcPr>
          <w:p w14:paraId="22958001" w14:textId="77777777" w:rsidR="002D76AC" w:rsidRPr="001D6F49" w:rsidRDefault="002D76AC" w:rsidP="001C3738">
            <w:pPr>
              <w:pStyle w:val="Table"/>
              <w:rPr>
                <w:color w:val="000000"/>
              </w:rPr>
            </w:pPr>
            <w:r w:rsidRPr="001D6F49">
              <w:rPr>
                <w:color w:val="000000"/>
              </w:rPr>
              <w:t>6.</w:t>
            </w:r>
          </w:p>
        </w:tc>
        <w:tc>
          <w:tcPr>
            <w:tcW w:w="5245" w:type="dxa"/>
            <w:gridSpan w:val="3"/>
            <w:tcBorders>
              <w:bottom w:val="single" w:sz="6" w:space="0" w:color="000000"/>
            </w:tcBorders>
            <w:vAlign w:val="center"/>
          </w:tcPr>
          <w:p w14:paraId="4F7A6795" w14:textId="77777777" w:rsidR="002D76AC" w:rsidRDefault="002D76AC" w:rsidP="002D76AC">
            <w:pPr>
              <w:pStyle w:val="Table"/>
              <w:jc w:val="left"/>
            </w:pPr>
          </w:p>
        </w:tc>
        <w:tc>
          <w:tcPr>
            <w:tcW w:w="1417" w:type="dxa"/>
            <w:tcBorders>
              <w:bottom w:val="single" w:sz="6" w:space="0" w:color="000000"/>
            </w:tcBorders>
            <w:vAlign w:val="center"/>
          </w:tcPr>
          <w:p w14:paraId="5C5C6959" w14:textId="2EBE2411" w:rsidR="002D76AC" w:rsidRDefault="002D76AC" w:rsidP="00AB1484">
            <w:pPr>
              <w:pStyle w:val="Table"/>
              <w:jc w:val="left"/>
            </w:pPr>
          </w:p>
        </w:tc>
      </w:tr>
      <w:tr w:rsidR="004C3500" w14:paraId="2E97481B" w14:textId="77777777" w:rsidTr="00A618CF">
        <w:tc>
          <w:tcPr>
            <w:tcW w:w="3261" w:type="dxa"/>
            <w:vMerge w:val="restart"/>
            <w:shd w:val="clear" w:color="auto" w:fill="BDD6EE" w:themeFill="accent5" w:themeFillTint="66"/>
          </w:tcPr>
          <w:p w14:paraId="6E03710C" w14:textId="77777777" w:rsidR="004C3500" w:rsidRDefault="004C3500" w:rsidP="001C3738">
            <w:pPr>
              <w:pStyle w:val="Table"/>
              <w:rPr>
                <w:b/>
                <w:bCs/>
              </w:rPr>
            </w:pPr>
            <w:r>
              <w:rPr>
                <w:b/>
                <w:bCs/>
              </w:rPr>
              <w:t>F2C</w:t>
            </w:r>
            <w:r>
              <w:t xml:space="preserve"> Judges:</w:t>
            </w:r>
          </w:p>
        </w:tc>
        <w:tc>
          <w:tcPr>
            <w:tcW w:w="567" w:type="dxa"/>
            <w:tcBorders>
              <w:right w:val="single" w:sz="6" w:space="0" w:color="000000"/>
            </w:tcBorders>
            <w:shd w:val="clear" w:color="auto" w:fill="BDD6EE" w:themeFill="accent5" w:themeFillTint="66"/>
            <w:vAlign w:val="center"/>
          </w:tcPr>
          <w:p w14:paraId="1514CEC6" w14:textId="77777777" w:rsidR="004C3500" w:rsidRDefault="004C3500" w:rsidP="001C3738">
            <w:pPr>
              <w:pStyle w:val="Table"/>
            </w:pPr>
          </w:p>
        </w:tc>
        <w:tc>
          <w:tcPr>
            <w:tcW w:w="524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DD6EE" w:themeFill="accent5" w:themeFillTint="66"/>
            <w:vAlign w:val="center"/>
          </w:tcPr>
          <w:p w14:paraId="5A4D4DAE" w14:textId="77777777" w:rsidR="004C3500" w:rsidRDefault="009E5149" w:rsidP="00297D2F">
            <w:pPr>
              <w:pStyle w:val="Table"/>
              <w:jc w:val="left"/>
            </w:pPr>
            <w:r>
              <w:t>Name(s)</w:t>
            </w:r>
          </w:p>
        </w:tc>
        <w:tc>
          <w:tcPr>
            <w:tcW w:w="1417" w:type="dxa"/>
            <w:tcBorders>
              <w:left w:val="single" w:sz="6" w:space="0" w:color="000000"/>
            </w:tcBorders>
            <w:shd w:val="clear" w:color="auto" w:fill="BDD6EE" w:themeFill="accent5" w:themeFillTint="66"/>
            <w:vAlign w:val="center"/>
          </w:tcPr>
          <w:p w14:paraId="62A9FE8D" w14:textId="77777777" w:rsidR="004C3500" w:rsidRDefault="004C3500" w:rsidP="00AB1484">
            <w:pPr>
              <w:pStyle w:val="Table"/>
              <w:jc w:val="left"/>
            </w:pPr>
            <w:r>
              <w:t>NAC</w:t>
            </w:r>
          </w:p>
        </w:tc>
      </w:tr>
      <w:tr w:rsidR="004C3500" w14:paraId="5FE0CBC9" w14:textId="77777777" w:rsidTr="00A618CF">
        <w:tc>
          <w:tcPr>
            <w:tcW w:w="3261" w:type="dxa"/>
            <w:vMerge/>
            <w:shd w:val="clear" w:color="auto" w:fill="BDD6EE" w:themeFill="accent5" w:themeFillTint="66"/>
          </w:tcPr>
          <w:p w14:paraId="7CB60853" w14:textId="77777777" w:rsidR="004C3500" w:rsidRDefault="004C3500" w:rsidP="001C3738">
            <w:pPr>
              <w:pStyle w:val="Table"/>
            </w:pPr>
          </w:p>
        </w:tc>
        <w:tc>
          <w:tcPr>
            <w:tcW w:w="567" w:type="dxa"/>
            <w:vAlign w:val="center"/>
          </w:tcPr>
          <w:p w14:paraId="6E6A5428" w14:textId="6EC1E362" w:rsidR="004C3500" w:rsidRPr="00C34155" w:rsidRDefault="004C3500" w:rsidP="001C3738">
            <w:pPr>
              <w:pStyle w:val="Table"/>
              <w:rPr>
                <w:color w:val="000000"/>
              </w:rPr>
            </w:pPr>
            <w:r>
              <w:t>1</w:t>
            </w:r>
            <w:r w:rsidRPr="00C34155">
              <w:rPr>
                <w:color w:val="000000"/>
              </w:rPr>
              <w:t>.</w:t>
            </w:r>
          </w:p>
        </w:tc>
        <w:tc>
          <w:tcPr>
            <w:tcW w:w="5245" w:type="dxa"/>
            <w:gridSpan w:val="3"/>
            <w:vAlign w:val="center"/>
          </w:tcPr>
          <w:p w14:paraId="002B740D" w14:textId="77777777" w:rsidR="004C3500" w:rsidRDefault="004C3500" w:rsidP="00297D2F">
            <w:pPr>
              <w:pStyle w:val="Table"/>
              <w:jc w:val="left"/>
            </w:pPr>
          </w:p>
        </w:tc>
        <w:tc>
          <w:tcPr>
            <w:tcW w:w="1417" w:type="dxa"/>
            <w:vAlign w:val="center"/>
          </w:tcPr>
          <w:p w14:paraId="1E0FD165" w14:textId="77777777" w:rsidR="004C3500" w:rsidRDefault="004C3500" w:rsidP="00AB1484">
            <w:pPr>
              <w:pStyle w:val="Table"/>
              <w:jc w:val="left"/>
            </w:pPr>
          </w:p>
        </w:tc>
      </w:tr>
      <w:tr w:rsidR="004C3500" w14:paraId="408FCCE7" w14:textId="77777777" w:rsidTr="00A618CF">
        <w:tc>
          <w:tcPr>
            <w:tcW w:w="3261" w:type="dxa"/>
            <w:vMerge/>
            <w:shd w:val="clear" w:color="auto" w:fill="BDD6EE" w:themeFill="accent5" w:themeFillTint="66"/>
          </w:tcPr>
          <w:p w14:paraId="4DF6B9CE" w14:textId="77777777" w:rsidR="004C3500" w:rsidRDefault="004C3500" w:rsidP="001C3738">
            <w:pPr>
              <w:pStyle w:val="Table"/>
            </w:pPr>
          </w:p>
        </w:tc>
        <w:tc>
          <w:tcPr>
            <w:tcW w:w="567" w:type="dxa"/>
            <w:vAlign w:val="center"/>
          </w:tcPr>
          <w:p w14:paraId="0D43013C" w14:textId="77777777" w:rsidR="004C3500" w:rsidRDefault="004C3500" w:rsidP="001C3738">
            <w:pPr>
              <w:pStyle w:val="Table"/>
            </w:pPr>
            <w:r w:rsidRPr="00C34155">
              <w:rPr>
                <w:color w:val="000000"/>
              </w:rPr>
              <w:t>2.</w:t>
            </w:r>
          </w:p>
        </w:tc>
        <w:tc>
          <w:tcPr>
            <w:tcW w:w="5245" w:type="dxa"/>
            <w:gridSpan w:val="3"/>
            <w:vAlign w:val="center"/>
          </w:tcPr>
          <w:p w14:paraId="5E9315C4" w14:textId="77777777" w:rsidR="004C3500" w:rsidRDefault="004C3500" w:rsidP="00297D2F">
            <w:pPr>
              <w:pStyle w:val="Table"/>
              <w:jc w:val="left"/>
            </w:pPr>
          </w:p>
        </w:tc>
        <w:tc>
          <w:tcPr>
            <w:tcW w:w="1417" w:type="dxa"/>
            <w:vAlign w:val="center"/>
          </w:tcPr>
          <w:p w14:paraId="4BB6D82B" w14:textId="77777777" w:rsidR="004C3500" w:rsidRDefault="004C3500" w:rsidP="00AB1484">
            <w:pPr>
              <w:pStyle w:val="Table"/>
              <w:jc w:val="left"/>
            </w:pPr>
          </w:p>
        </w:tc>
      </w:tr>
      <w:tr w:rsidR="004C3500" w14:paraId="28877F76" w14:textId="77777777" w:rsidTr="00A618CF">
        <w:tc>
          <w:tcPr>
            <w:tcW w:w="3261" w:type="dxa"/>
            <w:vMerge/>
            <w:shd w:val="clear" w:color="auto" w:fill="BDD6EE" w:themeFill="accent5" w:themeFillTint="66"/>
          </w:tcPr>
          <w:p w14:paraId="67B4873E" w14:textId="77777777" w:rsidR="004C3500" w:rsidRDefault="004C3500" w:rsidP="001C3738">
            <w:pPr>
              <w:pStyle w:val="Table"/>
            </w:pPr>
          </w:p>
        </w:tc>
        <w:tc>
          <w:tcPr>
            <w:tcW w:w="567" w:type="dxa"/>
            <w:vAlign w:val="center"/>
          </w:tcPr>
          <w:p w14:paraId="13B540C0" w14:textId="77777777" w:rsidR="004C3500" w:rsidRDefault="004C3500" w:rsidP="001C3738">
            <w:pPr>
              <w:pStyle w:val="Table"/>
            </w:pPr>
            <w:r w:rsidRPr="00C34155">
              <w:rPr>
                <w:color w:val="000000"/>
              </w:rPr>
              <w:t>3.</w:t>
            </w:r>
          </w:p>
        </w:tc>
        <w:tc>
          <w:tcPr>
            <w:tcW w:w="5245" w:type="dxa"/>
            <w:gridSpan w:val="3"/>
            <w:vAlign w:val="center"/>
          </w:tcPr>
          <w:p w14:paraId="2B81B674" w14:textId="77777777" w:rsidR="004C3500" w:rsidRDefault="004C3500" w:rsidP="00297D2F">
            <w:pPr>
              <w:pStyle w:val="Table"/>
              <w:jc w:val="left"/>
            </w:pPr>
          </w:p>
        </w:tc>
        <w:tc>
          <w:tcPr>
            <w:tcW w:w="1417" w:type="dxa"/>
            <w:vAlign w:val="center"/>
          </w:tcPr>
          <w:p w14:paraId="2A415C87" w14:textId="77777777" w:rsidR="004C3500" w:rsidRDefault="004C3500" w:rsidP="00AB1484">
            <w:pPr>
              <w:pStyle w:val="Table"/>
              <w:jc w:val="left"/>
            </w:pPr>
          </w:p>
        </w:tc>
      </w:tr>
      <w:tr w:rsidR="004C3500" w14:paraId="7B2538EF" w14:textId="77777777" w:rsidTr="00A618CF">
        <w:tc>
          <w:tcPr>
            <w:tcW w:w="3261" w:type="dxa"/>
            <w:shd w:val="clear" w:color="auto" w:fill="BDD6EE" w:themeFill="accent5" w:themeFillTint="66"/>
            <w:vAlign w:val="center"/>
          </w:tcPr>
          <w:p w14:paraId="7131923A" w14:textId="77777777" w:rsidR="004C3500" w:rsidRDefault="004C3500" w:rsidP="001C3738">
            <w:pPr>
              <w:pStyle w:val="Table"/>
              <w:rPr>
                <w:color w:val="000000"/>
              </w:rPr>
            </w:pPr>
            <w:r w:rsidRPr="00C34155">
              <w:rPr>
                <w:color w:val="000000"/>
              </w:rPr>
              <w:t>Circle</w:t>
            </w:r>
            <w:r>
              <w:t xml:space="preserve"> Marshall:</w:t>
            </w:r>
          </w:p>
        </w:tc>
        <w:tc>
          <w:tcPr>
            <w:tcW w:w="5812" w:type="dxa"/>
            <w:gridSpan w:val="4"/>
            <w:tcBorders>
              <w:left w:val="nil"/>
              <w:bottom w:val="single" w:sz="6" w:space="0" w:color="000000"/>
            </w:tcBorders>
            <w:vAlign w:val="center"/>
          </w:tcPr>
          <w:p w14:paraId="15C3BC66" w14:textId="77777777" w:rsidR="004C3500" w:rsidRDefault="004C3500" w:rsidP="00297D2F">
            <w:pPr>
              <w:pStyle w:val="Table"/>
              <w:jc w:val="left"/>
            </w:pPr>
          </w:p>
        </w:tc>
        <w:tc>
          <w:tcPr>
            <w:tcW w:w="1417" w:type="dxa"/>
            <w:tcBorders>
              <w:bottom w:val="single" w:sz="6" w:space="0" w:color="000000"/>
            </w:tcBorders>
            <w:vAlign w:val="center"/>
          </w:tcPr>
          <w:p w14:paraId="111F5C51" w14:textId="77777777" w:rsidR="004C3500" w:rsidRDefault="004C3500" w:rsidP="00AB1484">
            <w:pPr>
              <w:pStyle w:val="Table"/>
              <w:jc w:val="left"/>
            </w:pPr>
          </w:p>
        </w:tc>
      </w:tr>
      <w:tr w:rsidR="004C3500" w14:paraId="2F655F7D" w14:textId="77777777" w:rsidTr="00A618CF">
        <w:tc>
          <w:tcPr>
            <w:tcW w:w="3261" w:type="dxa"/>
            <w:vMerge w:val="restart"/>
            <w:shd w:val="clear" w:color="auto" w:fill="BDD6EE" w:themeFill="accent5" w:themeFillTint="66"/>
          </w:tcPr>
          <w:p w14:paraId="5E061ACA" w14:textId="77777777" w:rsidR="009E5149" w:rsidRDefault="004C3500" w:rsidP="001C3738">
            <w:pPr>
              <w:pStyle w:val="Table"/>
            </w:pPr>
            <w:r>
              <w:rPr>
                <w:b/>
                <w:bCs/>
              </w:rPr>
              <w:t xml:space="preserve">F2D </w:t>
            </w:r>
            <w:r>
              <w:t>Judges &amp; Circle Marshall:</w:t>
            </w:r>
          </w:p>
          <w:p w14:paraId="2B3E9BDD" w14:textId="77777777" w:rsidR="009E5149" w:rsidRDefault="009E5149" w:rsidP="001C3738">
            <w:pPr>
              <w:pStyle w:val="Table"/>
            </w:pPr>
          </w:p>
          <w:p w14:paraId="1BEE3704" w14:textId="77777777" w:rsidR="004C3500" w:rsidRPr="009E5149" w:rsidRDefault="009E5149" w:rsidP="001C3738">
            <w:pPr>
              <w:pStyle w:val="Table"/>
              <w:rPr>
                <w:b/>
                <w:bCs/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r w:rsidRPr="00FF5547">
              <w:rPr>
                <w:b/>
                <w:bCs/>
                <w:i/>
                <w:sz w:val="20"/>
                <w:szCs w:val="20"/>
              </w:rPr>
              <w:t>In F2D the Circle Marshall may be one of the three judges</w:t>
            </w:r>
            <w:r>
              <w:rPr>
                <w:i/>
                <w:sz w:val="20"/>
                <w:szCs w:val="20"/>
              </w:rPr>
              <w:t>)</w:t>
            </w:r>
          </w:p>
        </w:tc>
        <w:tc>
          <w:tcPr>
            <w:tcW w:w="567" w:type="dxa"/>
            <w:tcBorders>
              <w:right w:val="single" w:sz="6" w:space="0" w:color="000000"/>
            </w:tcBorders>
            <w:shd w:val="clear" w:color="auto" w:fill="BDD6EE" w:themeFill="accent5" w:themeFillTint="66"/>
            <w:vAlign w:val="center"/>
          </w:tcPr>
          <w:p w14:paraId="1CC1641B" w14:textId="77777777" w:rsidR="004C3500" w:rsidRDefault="004C3500" w:rsidP="001C3738">
            <w:pPr>
              <w:pStyle w:val="Table"/>
            </w:pPr>
          </w:p>
        </w:tc>
        <w:tc>
          <w:tcPr>
            <w:tcW w:w="5245" w:type="dxa"/>
            <w:gridSpan w:val="3"/>
            <w:tcBorders>
              <w:left w:val="single" w:sz="6" w:space="0" w:color="000000"/>
              <w:right w:val="single" w:sz="6" w:space="0" w:color="000000"/>
            </w:tcBorders>
            <w:shd w:val="clear" w:color="auto" w:fill="BDD6EE" w:themeFill="accent5" w:themeFillTint="66"/>
            <w:vAlign w:val="center"/>
          </w:tcPr>
          <w:p w14:paraId="422A1682" w14:textId="77777777" w:rsidR="004C3500" w:rsidRDefault="009E5149" w:rsidP="00297D2F">
            <w:pPr>
              <w:pStyle w:val="Table"/>
              <w:jc w:val="left"/>
            </w:pPr>
            <w:r>
              <w:t>Name(s)</w:t>
            </w:r>
          </w:p>
        </w:tc>
        <w:tc>
          <w:tcPr>
            <w:tcW w:w="1417" w:type="dxa"/>
            <w:tcBorders>
              <w:left w:val="single" w:sz="6" w:space="0" w:color="000000"/>
            </w:tcBorders>
            <w:shd w:val="clear" w:color="auto" w:fill="BDD6EE" w:themeFill="accent5" w:themeFillTint="66"/>
            <w:vAlign w:val="center"/>
          </w:tcPr>
          <w:p w14:paraId="63AE43A1" w14:textId="77777777" w:rsidR="004C3500" w:rsidRDefault="004C3500" w:rsidP="00AB1484">
            <w:pPr>
              <w:pStyle w:val="Table"/>
              <w:jc w:val="left"/>
            </w:pPr>
            <w:r>
              <w:t>NAC</w:t>
            </w:r>
          </w:p>
        </w:tc>
      </w:tr>
      <w:tr w:rsidR="004C3500" w14:paraId="34795517" w14:textId="77777777" w:rsidTr="00A618CF">
        <w:tc>
          <w:tcPr>
            <w:tcW w:w="3261" w:type="dxa"/>
            <w:vMerge/>
            <w:shd w:val="clear" w:color="auto" w:fill="BDD6EE" w:themeFill="accent5" w:themeFillTint="66"/>
          </w:tcPr>
          <w:p w14:paraId="5F0D1CBE" w14:textId="77777777" w:rsidR="004C3500" w:rsidRDefault="004C3500" w:rsidP="001C3738">
            <w:pPr>
              <w:pStyle w:val="Table"/>
            </w:pPr>
          </w:p>
        </w:tc>
        <w:tc>
          <w:tcPr>
            <w:tcW w:w="567" w:type="dxa"/>
            <w:vAlign w:val="center"/>
          </w:tcPr>
          <w:p w14:paraId="1514992A" w14:textId="77777777" w:rsidR="004C3500" w:rsidRDefault="004C3500" w:rsidP="001C3738">
            <w:pPr>
              <w:pStyle w:val="Table"/>
              <w:rPr>
                <w:color w:val="000000"/>
              </w:rPr>
            </w:pPr>
            <w:r>
              <w:t>1</w:t>
            </w:r>
            <w:r w:rsidRPr="00C34155">
              <w:rPr>
                <w:color w:val="000000"/>
              </w:rPr>
              <w:t>.</w:t>
            </w:r>
          </w:p>
        </w:tc>
        <w:tc>
          <w:tcPr>
            <w:tcW w:w="5245" w:type="dxa"/>
            <w:gridSpan w:val="3"/>
            <w:vAlign w:val="center"/>
          </w:tcPr>
          <w:p w14:paraId="5244A890" w14:textId="1EDBBD4A" w:rsidR="004C3500" w:rsidRPr="00C34155" w:rsidRDefault="004C3500" w:rsidP="00297D2F">
            <w:pPr>
              <w:pStyle w:val="Table"/>
              <w:jc w:val="left"/>
              <w:rPr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2F038104" w14:textId="25F0B851" w:rsidR="004C3500" w:rsidRDefault="004C3500" w:rsidP="00AB1484">
            <w:pPr>
              <w:pStyle w:val="Table"/>
              <w:jc w:val="left"/>
            </w:pPr>
          </w:p>
        </w:tc>
      </w:tr>
      <w:tr w:rsidR="004C3500" w14:paraId="402D1873" w14:textId="77777777" w:rsidTr="00A618CF">
        <w:tc>
          <w:tcPr>
            <w:tcW w:w="3261" w:type="dxa"/>
            <w:vMerge/>
            <w:shd w:val="clear" w:color="auto" w:fill="BDD6EE" w:themeFill="accent5" w:themeFillTint="66"/>
            <w:vAlign w:val="center"/>
          </w:tcPr>
          <w:p w14:paraId="2DC216A4" w14:textId="77777777" w:rsidR="004C3500" w:rsidRDefault="004C3500" w:rsidP="001C3738">
            <w:pPr>
              <w:pStyle w:val="Table"/>
            </w:pPr>
          </w:p>
        </w:tc>
        <w:tc>
          <w:tcPr>
            <w:tcW w:w="567" w:type="dxa"/>
            <w:vAlign w:val="center"/>
          </w:tcPr>
          <w:p w14:paraId="09EB6FC4" w14:textId="77777777" w:rsidR="004C3500" w:rsidRDefault="004C3500" w:rsidP="001C3738">
            <w:pPr>
              <w:pStyle w:val="Table"/>
            </w:pPr>
            <w:r w:rsidRPr="00C34155">
              <w:rPr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5245" w:type="dxa"/>
            <w:gridSpan w:val="3"/>
            <w:vAlign w:val="center"/>
          </w:tcPr>
          <w:p w14:paraId="282B720B" w14:textId="7699D640" w:rsidR="004C3500" w:rsidRDefault="004C3500" w:rsidP="00297D2F">
            <w:pPr>
              <w:pStyle w:val="Table"/>
              <w:jc w:val="left"/>
            </w:pPr>
          </w:p>
        </w:tc>
        <w:tc>
          <w:tcPr>
            <w:tcW w:w="1417" w:type="dxa"/>
            <w:vAlign w:val="center"/>
          </w:tcPr>
          <w:p w14:paraId="25C2E08C" w14:textId="6EF98CC2" w:rsidR="004C3500" w:rsidRDefault="004C3500" w:rsidP="00AB1484">
            <w:pPr>
              <w:pStyle w:val="Table"/>
              <w:jc w:val="left"/>
            </w:pPr>
          </w:p>
        </w:tc>
      </w:tr>
      <w:tr w:rsidR="004C3500" w14:paraId="1FFAAAFE" w14:textId="77777777" w:rsidTr="00A618CF">
        <w:tc>
          <w:tcPr>
            <w:tcW w:w="3261" w:type="dxa"/>
            <w:vMerge/>
            <w:shd w:val="clear" w:color="auto" w:fill="BDD6EE" w:themeFill="accent5" w:themeFillTint="66"/>
            <w:vAlign w:val="center"/>
          </w:tcPr>
          <w:p w14:paraId="1D0FD975" w14:textId="77777777" w:rsidR="004C3500" w:rsidRDefault="004C3500" w:rsidP="001C3738">
            <w:pPr>
              <w:pStyle w:val="Table"/>
            </w:pPr>
          </w:p>
        </w:tc>
        <w:tc>
          <w:tcPr>
            <w:tcW w:w="567" w:type="dxa"/>
            <w:vAlign w:val="center"/>
          </w:tcPr>
          <w:p w14:paraId="041623A4" w14:textId="77777777" w:rsidR="004C3500" w:rsidRDefault="004C3500" w:rsidP="001C3738">
            <w:pPr>
              <w:pStyle w:val="Table"/>
            </w:pPr>
            <w:r>
              <w:rPr>
                <w:color w:val="000000"/>
              </w:rPr>
              <w:t>3.</w:t>
            </w:r>
          </w:p>
        </w:tc>
        <w:tc>
          <w:tcPr>
            <w:tcW w:w="5245" w:type="dxa"/>
            <w:gridSpan w:val="3"/>
            <w:vAlign w:val="center"/>
          </w:tcPr>
          <w:p w14:paraId="6061FEA7" w14:textId="26117115" w:rsidR="004C3500" w:rsidRDefault="004C3500" w:rsidP="00297D2F">
            <w:pPr>
              <w:pStyle w:val="Table"/>
              <w:jc w:val="left"/>
            </w:pPr>
          </w:p>
        </w:tc>
        <w:tc>
          <w:tcPr>
            <w:tcW w:w="1417" w:type="dxa"/>
            <w:vAlign w:val="center"/>
          </w:tcPr>
          <w:p w14:paraId="2A732FBA" w14:textId="06BD451F" w:rsidR="004C3500" w:rsidRDefault="004C3500" w:rsidP="00AB1484">
            <w:pPr>
              <w:pStyle w:val="Table"/>
              <w:jc w:val="left"/>
            </w:pPr>
          </w:p>
        </w:tc>
      </w:tr>
      <w:tr w:rsidR="004C3500" w14:paraId="31BF18B8" w14:textId="77777777" w:rsidTr="00A618CF">
        <w:tc>
          <w:tcPr>
            <w:tcW w:w="3261" w:type="dxa"/>
            <w:shd w:val="clear" w:color="auto" w:fill="BDD6EE" w:themeFill="accent5" w:themeFillTint="66"/>
            <w:vAlign w:val="center"/>
          </w:tcPr>
          <w:p w14:paraId="6E7EA37E" w14:textId="77777777" w:rsidR="004C3500" w:rsidRDefault="004C3500" w:rsidP="001C3738">
            <w:pPr>
              <w:pStyle w:val="Table"/>
              <w:rPr>
                <w:color w:val="000000"/>
              </w:rPr>
            </w:pPr>
            <w:r w:rsidRPr="00C34155">
              <w:rPr>
                <w:color w:val="000000"/>
              </w:rPr>
              <w:t>Circle</w:t>
            </w:r>
            <w:r>
              <w:t xml:space="preserve"> Marshall:</w:t>
            </w:r>
          </w:p>
        </w:tc>
        <w:tc>
          <w:tcPr>
            <w:tcW w:w="5812" w:type="dxa"/>
            <w:gridSpan w:val="4"/>
            <w:tcBorders>
              <w:left w:val="nil"/>
            </w:tcBorders>
            <w:vAlign w:val="center"/>
          </w:tcPr>
          <w:p w14:paraId="0B531515" w14:textId="6088A48D" w:rsidR="004C3500" w:rsidRDefault="004C3500" w:rsidP="00297D2F">
            <w:pPr>
              <w:pStyle w:val="Table"/>
              <w:jc w:val="left"/>
            </w:pPr>
          </w:p>
        </w:tc>
        <w:tc>
          <w:tcPr>
            <w:tcW w:w="1417" w:type="dxa"/>
            <w:vAlign w:val="center"/>
          </w:tcPr>
          <w:p w14:paraId="0D5C874C" w14:textId="062BFCA9" w:rsidR="004C3500" w:rsidRDefault="004C3500" w:rsidP="00AB1484">
            <w:pPr>
              <w:pStyle w:val="Table"/>
              <w:jc w:val="left"/>
            </w:pPr>
          </w:p>
        </w:tc>
      </w:tr>
      <w:tr w:rsidR="006477D5" w14:paraId="2568ECB0" w14:textId="77777777" w:rsidTr="00A618CF">
        <w:trPr>
          <w:trHeight w:val="1739"/>
        </w:trPr>
        <w:tc>
          <w:tcPr>
            <w:tcW w:w="3261" w:type="dxa"/>
            <w:shd w:val="clear" w:color="auto" w:fill="BDD6EE" w:themeFill="accent5" w:themeFillTint="66"/>
          </w:tcPr>
          <w:p w14:paraId="0B2427D5" w14:textId="77777777" w:rsidR="006477D5" w:rsidRDefault="006477D5" w:rsidP="001C3738">
            <w:pPr>
              <w:pStyle w:val="Table"/>
            </w:pPr>
            <w:r>
              <w:t>Schedule of competition</w:t>
            </w:r>
            <w:r w:rsidR="004C3500">
              <w:t>:</w:t>
            </w:r>
          </w:p>
        </w:tc>
        <w:tc>
          <w:tcPr>
            <w:tcW w:w="7229" w:type="dxa"/>
            <w:gridSpan w:val="5"/>
          </w:tcPr>
          <w:p w14:paraId="0518D9D1" w14:textId="3A9D8741" w:rsidR="00C73351" w:rsidRPr="00BA3592" w:rsidRDefault="00C73351" w:rsidP="00FC18DB">
            <w:pPr>
              <w:pStyle w:val="Table"/>
              <w:tabs>
                <w:tab w:val="left" w:pos="1163"/>
              </w:tabs>
              <w:jc w:val="left"/>
              <w:rPr>
                <w:sz w:val="20"/>
                <w:szCs w:val="20"/>
              </w:rPr>
            </w:pPr>
          </w:p>
        </w:tc>
      </w:tr>
      <w:tr w:rsidR="006477D5" w14:paraId="777B6915" w14:textId="77777777" w:rsidTr="00A618CF">
        <w:tc>
          <w:tcPr>
            <w:tcW w:w="3261" w:type="dxa"/>
            <w:shd w:val="clear" w:color="auto" w:fill="BDD6EE" w:themeFill="accent5" w:themeFillTint="66"/>
            <w:vAlign w:val="center"/>
          </w:tcPr>
          <w:p w14:paraId="454CD389" w14:textId="77777777" w:rsidR="006477D5" w:rsidRDefault="006477D5" w:rsidP="001C3738">
            <w:pPr>
              <w:pStyle w:val="Table"/>
            </w:pPr>
            <w:r>
              <w:t>Interruptions and delays:</w:t>
            </w:r>
          </w:p>
        </w:tc>
        <w:tc>
          <w:tcPr>
            <w:tcW w:w="7229" w:type="dxa"/>
            <w:gridSpan w:val="5"/>
            <w:vAlign w:val="center"/>
          </w:tcPr>
          <w:p w14:paraId="2F5C0011" w14:textId="485AA66C" w:rsidR="006477D5" w:rsidRDefault="006477D5" w:rsidP="00FC18DB">
            <w:pPr>
              <w:pStyle w:val="Table"/>
              <w:jc w:val="left"/>
            </w:pPr>
          </w:p>
        </w:tc>
      </w:tr>
      <w:tr w:rsidR="006477D5" w14:paraId="5FD111DC" w14:textId="77777777" w:rsidTr="00A618CF">
        <w:tc>
          <w:tcPr>
            <w:tcW w:w="3261" w:type="dxa"/>
            <w:shd w:val="clear" w:color="auto" w:fill="BDD6EE" w:themeFill="accent5" w:themeFillTint="66"/>
            <w:vAlign w:val="center"/>
          </w:tcPr>
          <w:p w14:paraId="547B53D2" w14:textId="77777777" w:rsidR="006477D5" w:rsidRDefault="006477D5" w:rsidP="001C3738">
            <w:pPr>
              <w:pStyle w:val="Table"/>
            </w:pPr>
            <w:r>
              <w:t>Weather:</w:t>
            </w:r>
          </w:p>
        </w:tc>
        <w:tc>
          <w:tcPr>
            <w:tcW w:w="7229" w:type="dxa"/>
            <w:gridSpan w:val="5"/>
            <w:vAlign w:val="center"/>
          </w:tcPr>
          <w:p w14:paraId="1A4B8F9C" w14:textId="77777777" w:rsidR="006477D5" w:rsidRDefault="006477D5" w:rsidP="00FC18DB">
            <w:pPr>
              <w:pStyle w:val="Table"/>
              <w:jc w:val="left"/>
            </w:pPr>
          </w:p>
        </w:tc>
      </w:tr>
      <w:tr w:rsidR="006477D5" w14:paraId="06CADC57" w14:textId="77777777" w:rsidTr="00A618CF">
        <w:tc>
          <w:tcPr>
            <w:tcW w:w="3261" w:type="dxa"/>
            <w:shd w:val="clear" w:color="auto" w:fill="BDD6EE" w:themeFill="accent5" w:themeFillTint="66"/>
            <w:vAlign w:val="center"/>
          </w:tcPr>
          <w:p w14:paraId="72A71BFB" w14:textId="77777777" w:rsidR="006477D5" w:rsidRDefault="006477D5" w:rsidP="001C3738">
            <w:pPr>
              <w:pStyle w:val="Table"/>
            </w:pPr>
            <w:r>
              <w:t xml:space="preserve">Local rules or deviations from </w:t>
            </w:r>
            <w:r w:rsidR="00710807">
              <w:t xml:space="preserve">the </w:t>
            </w:r>
            <w:r>
              <w:t>Sporting Code:</w:t>
            </w:r>
          </w:p>
        </w:tc>
        <w:tc>
          <w:tcPr>
            <w:tcW w:w="7229" w:type="dxa"/>
            <w:gridSpan w:val="5"/>
          </w:tcPr>
          <w:p w14:paraId="0FE95E14" w14:textId="58AF66F5" w:rsidR="006477D5" w:rsidRPr="00BA3592" w:rsidRDefault="006477D5" w:rsidP="00FC18DB">
            <w:pPr>
              <w:pStyle w:val="Table"/>
              <w:jc w:val="left"/>
              <w:rPr>
                <w:sz w:val="20"/>
                <w:szCs w:val="20"/>
              </w:rPr>
            </w:pPr>
          </w:p>
        </w:tc>
      </w:tr>
      <w:tr w:rsidR="006477D5" w14:paraId="40A2B06A" w14:textId="77777777" w:rsidTr="00A618CF">
        <w:tc>
          <w:tcPr>
            <w:tcW w:w="3261" w:type="dxa"/>
            <w:shd w:val="clear" w:color="auto" w:fill="BDD6EE" w:themeFill="accent5" w:themeFillTint="66"/>
            <w:vAlign w:val="center"/>
          </w:tcPr>
          <w:p w14:paraId="2F73BC7D" w14:textId="77777777" w:rsidR="009E5149" w:rsidRDefault="006477D5" w:rsidP="001C3738">
            <w:pPr>
              <w:pStyle w:val="Table"/>
            </w:pPr>
            <w:r>
              <w:t>Issue of results</w:t>
            </w:r>
            <w:r w:rsidR="009E5149">
              <w:t>:</w:t>
            </w:r>
          </w:p>
          <w:p w14:paraId="0612DACF" w14:textId="77777777" w:rsidR="009E5149" w:rsidRDefault="009E5149" w:rsidP="001C3738">
            <w:pPr>
              <w:pStyle w:val="Table"/>
            </w:pPr>
          </w:p>
          <w:p w14:paraId="1C60F10C" w14:textId="77777777" w:rsidR="006477D5" w:rsidRDefault="009E5149" w:rsidP="001C3738">
            <w:pPr>
              <w:pStyle w:val="Table"/>
            </w:pPr>
            <w:r>
              <w:rPr>
                <w:i/>
                <w:sz w:val="20"/>
                <w:szCs w:val="20"/>
              </w:rPr>
              <w:t>(</w:t>
            </w:r>
            <w:r w:rsidR="006477D5" w:rsidRPr="009E5149">
              <w:rPr>
                <w:i/>
                <w:sz w:val="20"/>
                <w:szCs w:val="20"/>
              </w:rPr>
              <w:t>w</w:t>
            </w:r>
            <w:r w:rsidR="00710807" w:rsidRPr="009E5149">
              <w:rPr>
                <w:i/>
                <w:sz w:val="20"/>
                <w:szCs w:val="20"/>
              </w:rPr>
              <w:t xml:space="preserve">ith full names, nationalities, </w:t>
            </w:r>
            <w:r w:rsidR="006477D5" w:rsidRPr="009E5149">
              <w:rPr>
                <w:i/>
                <w:sz w:val="20"/>
                <w:szCs w:val="20"/>
              </w:rPr>
              <w:t xml:space="preserve">FAI </w:t>
            </w:r>
            <w:r w:rsidR="00710807" w:rsidRPr="009E5149">
              <w:rPr>
                <w:i/>
                <w:sz w:val="20"/>
                <w:szCs w:val="20"/>
              </w:rPr>
              <w:t xml:space="preserve">ID </w:t>
            </w:r>
            <w:r w:rsidR="006477D5" w:rsidRPr="009E5149">
              <w:rPr>
                <w:i/>
                <w:sz w:val="20"/>
                <w:szCs w:val="20"/>
              </w:rPr>
              <w:t>numbers</w:t>
            </w:r>
            <w:r w:rsidR="00710807" w:rsidRPr="009E5149">
              <w:rPr>
                <w:i/>
                <w:sz w:val="20"/>
                <w:szCs w:val="20"/>
              </w:rPr>
              <w:t xml:space="preserve"> &amp; Junior dates of birth</w:t>
            </w:r>
            <w:r>
              <w:t>)</w:t>
            </w:r>
          </w:p>
        </w:tc>
        <w:tc>
          <w:tcPr>
            <w:tcW w:w="7229" w:type="dxa"/>
            <w:gridSpan w:val="5"/>
          </w:tcPr>
          <w:p w14:paraId="4E0C1587" w14:textId="6A4CDB8E" w:rsidR="006477D5" w:rsidRPr="00BA3592" w:rsidRDefault="006477D5" w:rsidP="00FC18DB">
            <w:pPr>
              <w:pStyle w:val="Table"/>
              <w:jc w:val="left"/>
              <w:rPr>
                <w:sz w:val="20"/>
                <w:szCs w:val="20"/>
              </w:rPr>
            </w:pPr>
          </w:p>
        </w:tc>
      </w:tr>
      <w:tr w:rsidR="006477D5" w14:paraId="47F67A36" w14:textId="77777777" w:rsidTr="00A618CF">
        <w:tc>
          <w:tcPr>
            <w:tcW w:w="3261" w:type="dxa"/>
            <w:shd w:val="clear" w:color="auto" w:fill="BDD6EE" w:themeFill="accent5" w:themeFillTint="66"/>
            <w:vAlign w:val="center"/>
          </w:tcPr>
          <w:p w14:paraId="3C569A37" w14:textId="77777777" w:rsidR="006477D5" w:rsidRDefault="006477D5" w:rsidP="001C3738">
            <w:pPr>
              <w:pStyle w:val="Table"/>
            </w:pPr>
            <w:r>
              <w:t>Incidents or accidents:</w:t>
            </w:r>
          </w:p>
        </w:tc>
        <w:tc>
          <w:tcPr>
            <w:tcW w:w="7229" w:type="dxa"/>
            <w:gridSpan w:val="5"/>
            <w:vAlign w:val="center"/>
          </w:tcPr>
          <w:p w14:paraId="6167034D" w14:textId="5C0DAA28" w:rsidR="006477D5" w:rsidRDefault="006477D5" w:rsidP="00FC18DB">
            <w:pPr>
              <w:pStyle w:val="Table"/>
              <w:jc w:val="left"/>
            </w:pPr>
          </w:p>
        </w:tc>
      </w:tr>
      <w:tr w:rsidR="006477D5" w14:paraId="2CFDA00B" w14:textId="77777777" w:rsidTr="00A618CF">
        <w:tc>
          <w:tcPr>
            <w:tcW w:w="3261" w:type="dxa"/>
            <w:tcBorders>
              <w:bottom w:val="single" w:sz="6" w:space="0" w:color="000000"/>
            </w:tcBorders>
            <w:shd w:val="clear" w:color="auto" w:fill="BDD6EE" w:themeFill="accent5" w:themeFillTint="66"/>
            <w:vAlign w:val="center"/>
          </w:tcPr>
          <w:p w14:paraId="55BB5045" w14:textId="77777777" w:rsidR="006477D5" w:rsidRDefault="006477D5" w:rsidP="001C3738">
            <w:pPr>
              <w:pStyle w:val="Table"/>
            </w:pPr>
            <w:r>
              <w:t>Protests:</w:t>
            </w:r>
          </w:p>
        </w:tc>
        <w:tc>
          <w:tcPr>
            <w:tcW w:w="7229" w:type="dxa"/>
            <w:gridSpan w:val="5"/>
            <w:tcBorders>
              <w:bottom w:val="single" w:sz="6" w:space="0" w:color="000000"/>
            </w:tcBorders>
            <w:vAlign w:val="center"/>
          </w:tcPr>
          <w:p w14:paraId="0E033B10" w14:textId="1345A29E" w:rsidR="006477D5" w:rsidRDefault="006477D5" w:rsidP="00FC18DB">
            <w:pPr>
              <w:pStyle w:val="Table"/>
              <w:jc w:val="left"/>
            </w:pPr>
          </w:p>
        </w:tc>
      </w:tr>
      <w:tr w:rsidR="00A618CF" w14:paraId="04EA5052" w14:textId="77777777" w:rsidTr="00A618CF">
        <w:tc>
          <w:tcPr>
            <w:tcW w:w="10490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F18790" w14:textId="77777777" w:rsidR="00A618CF" w:rsidRDefault="00A618CF" w:rsidP="00FC18DB">
            <w:pPr>
              <w:pStyle w:val="Table"/>
              <w:jc w:val="left"/>
            </w:pPr>
          </w:p>
        </w:tc>
      </w:tr>
      <w:tr w:rsidR="00A618CF" w14:paraId="3E75686F" w14:textId="77777777" w:rsidTr="00A618CF">
        <w:trPr>
          <w:trHeight w:val="1158"/>
        </w:trPr>
        <w:tc>
          <w:tcPr>
            <w:tcW w:w="32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2C180553" w14:textId="77777777" w:rsidR="00A618CF" w:rsidRDefault="00A618CF" w:rsidP="001C3738">
            <w:pPr>
              <w:pStyle w:val="Table"/>
            </w:pPr>
            <w:r w:rsidRPr="003952A5">
              <w:rPr>
                <w:b/>
              </w:rPr>
              <w:t>For &amp; on behalf of the FAI Jury:</w:t>
            </w:r>
          </w:p>
        </w:tc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10916" w14:textId="77777777" w:rsidR="00A618CF" w:rsidRDefault="00A618CF" w:rsidP="001C3738">
            <w:pPr>
              <w:pStyle w:val="Tabl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A6847C" wp14:editId="1C0C5DB4">
                      <wp:simplePos x="0" y="0"/>
                      <wp:positionH relativeFrom="column">
                        <wp:posOffset>1582420</wp:posOffset>
                      </wp:positionH>
                      <wp:positionV relativeFrom="paragraph">
                        <wp:posOffset>-291465</wp:posOffset>
                      </wp:positionV>
                      <wp:extent cx="561975" cy="158115"/>
                      <wp:effectExtent l="0" t="0" r="9525" b="0"/>
                      <wp:wrapNone/>
                      <wp:docPr id="1515320720" name="Arrow: Righ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1975" cy="15811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159099"/>
                                </a:avLst>
                              </a:prstGeom>
                              <a:ln w="9525">
                                <a:noFill/>
                              </a:ln>
                              <a:effectLst/>
                            </wps:spPr>
                            <wps:style>
                              <a:lnRef idx="2">
                                <a:schemeClr val="accent2">
                                  <a:shade val="15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A3A3D4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1" o:spid="_x0000_s1026" type="#_x0000_t13" style="position:absolute;margin-left:124.6pt;margin-top:-22.95pt;width:44.25pt;height:1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" adj="11931" fillcolor="#ed7d31 [3205]" stroked="f"/>
                  </w:pict>
                </mc:Fallback>
              </mc:AlternateContent>
            </w:r>
            <w:r w:rsidRPr="00501F04">
              <w:t>Signature</w:t>
            </w:r>
            <w:r>
              <w:t xml:space="preserve"> of President</w:t>
            </w:r>
            <w:r w:rsidRPr="00501F04">
              <w:t>:</w:t>
            </w:r>
          </w:p>
        </w:tc>
        <w:tc>
          <w:tcPr>
            <w:tcW w:w="3615" w:type="dxa"/>
            <w:gridSpan w:val="3"/>
            <w:tcBorders>
              <w:top w:val="nil"/>
              <w:left w:val="nil"/>
              <w:bottom w:val="dashed" w:sz="4" w:space="0" w:color="auto"/>
              <w:right w:val="nil"/>
            </w:tcBorders>
            <w:vAlign w:val="bottom"/>
          </w:tcPr>
          <w:p w14:paraId="471652DB" w14:textId="717C31F4" w:rsidR="00A618CF" w:rsidRDefault="00A618CF" w:rsidP="00FC18DB">
            <w:pPr>
              <w:pStyle w:val="Table"/>
              <w:jc w:val="left"/>
            </w:pPr>
          </w:p>
        </w:tc>
      </w:tr>
      <w:tr w:rsidR="00A618CF" w14:paraId="5583A622" w14:textId="77777777" w:rsidTr="00A618CF">
        <w:trPr>
          <w:trHeight w:val="407"/>
        </w:trPr>
        <w:tc>
          <w:tcPr>
            <w:tcW w:w="32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BDD6EE" w:themeFill="accent5" w:themeFillTint="66"/>
            <w:vAlign w:val="center"/>
          </w:tcPr>
          <w:p w14:paraId="3934521A" w14:textId="77777777" w:rsidR="00A618CF" w:rsidRDefault="00A618CF" w:rsidP="001C3738">
            <w:pPr>
              <w:pStyle w:val="Table"/>
            </w:pPr>
          </w:p>
        </w:tc>
        <w:tc>
          <w:tcPr>
            <w:tcW w:w="36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E78E0" w14:textId="77777777" w:rsidR="00A618CF" w:rsidRDefault="00A618CF" w:rsidP="001C3738">
            <w:pPr>
              <w:pStyle w:val="Table"/>
            </w:pPr>
            <w:r w:rsidRPr="00501F04">
              <w:t>Date:</w:t>
            </w:r>
          </w:p>
        </w:tc>
        <w:tc>
          <w:tcPr>
            <w:tcW w:w="3615" w:type="dxa"/>
            <w:gridSpan w:val="3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bottom"/>
          </w:tcPr>
          <w:p w14:paraId="22B00384" w14:textId="44956470" w:rsidR="00A618CF" w:rsidRDefault="00A618CF" w:rsidP="00FC18DB">
            <w:pPr>
              <w:pStyle w:val="Table"/>
              <w:jc w:val="left"/>
            </w:pPr>
          </w:p>
        </w:tc>
      </w:tr>
    </w:tbl>
    <w:p w14:paraId="0E29F601" w14:textId="1D30A95D" w:rsidR="00501F04" w:rsidRPr="00A64359" w:rsidRDefault="00501F04" w:rsidP="00AF3A11"/>
    <w:sectPr w:rsidR="00501F04" w:rsidRPr="00A64359" w:rsidSect="0030091A">
      <w:headerReference w:type="default" r:id="rId6"/>
      <w:footerReference w:type="default" r:id="rId7"/>
      <w:pgSz w:w="11909" w:h="16834" w:code="9"/>
      <w:pgMar w:top="250" w:right="720" w:bottom="360" w:left="720" w:header="139" w:footer="281" w:gutter="14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DD313" w14:textId="77777777" w:rsidR="00B26D9E" w:rsidRDefault="00B26D9E" w:rsidP="00691A63">
      <w:r>
        <w:separator/>
      </w:r>
    </w:p>
  </w:endnote>
  <w:endnote w:type="continuationSeparator" w:id="0">
    <w:p w14:paraId="26DD0D97" w14:textId="77777777" w:rsidR="00B26D9E" w:rsidRDefault="00B26D9E" w:rsidP="00691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94E2D" w14:textId="77777777" w:rsidR="00691A63" w:rsidRPr="00AF3A11" w:rsidRDefault="00691A63" w:rsidP="001C3738">
    <w:pPr>
      <w:pStyle w:val="Note"/>
    </w:pPr>
    <w:r w:rsidRPr="00AF3A11">
      <w:t xml:space="preserve">If required, </w:t>
    </w:r>
    <w:r w:rsidR="00900A6B" w:rsidRPr="00AF3A11">
      <w:t>continue</w:t>
    </w:r>
    <w:r w:rsidRPr="00AF3A11">
      <w:t xml:space="preserve"> </w:t>
    </w:r>
    <w:r w:rsidR="00900A6B" w:rsidRPr="00AF3A11">
      <w:t xml:space="preserve">at </w:t>
    </w:r>
    <w:r w:rsidRPr="00AF3A11">
      <w:t>a separate sheet for any answer</w:t>
    </w:r>
    <w:r w:rsidR="00BE78F6" w:rsidRPr="00AF3A11">
      <w:t xml:space="preserve"> by using </w:t>
    </w:r>
    <w:proofErr w:type="spellStart"/>
    <w:r w:rsidR="00BE78F6" w:rsidRPr="00AF3A11">
      <w:t>CTRL+Enter</w:t>
    </w:r>
    <w:proofErr w:type="spellEnd"/>
    <w:r w:rsidR="00BE78F6" w:rsidRPr="00AF3A11">
      <w:t xml:space="preserve"> to create new page</w:t>
    </w:r>
    <w:r w:rsidRPr="00AF3A11">
      <w:t>.</w:t>
    </w:r>
  </w:p>
  <w:p w14:paraId="2F28DEFA" w14:textId="77777777" w:rsidR="00691A63" w:rsidRPr="00AF3A11" w:rsidRDefault="00691A63" w:rsidP="001C3738">
    <w:pPr>
      <w:pStyle w:val="Note"/>
    </w:pPr>
    <w:r w:rsidRPr="00AF3A11">
      <w:t>For World Cup competitions, send the completed form to the World Cup Co-ordinator</w:t>
    </w:r>
    <w:r w:rsidR="00035605" w:rsidRPr="00AF3A11">
      <w:t xml:space="preserve">: </w:t>
    </w:r>
    <w:r w:rsidRPr="00AF3A11">
      <w:t xml:space="preserve">Pavol Barbaric, email: </w:t>
    </w:r>
    <w:hyperlink r:id="rId1" w:history="1">
      <w:r w:rsidR="00124797" w:rsidRPr="00AF3A11">
        <w:rPr>
          <w:rStyle w:val="Hyperlink"/>
          <w:rFonts w:cs="Arial"/>
        </w:rPr>
        <w:t>f2-worldcup@controlline.eu</w:t>
      </w:r>
    </w:hyperlink>
  </w:p>
  <w:p w14:paraId="4DFEF35D" w14:textId="77777777" w:rsidR="00691A63" w:rsidRPr="00AF3A11" w:rsidRDefault="00691A63" w:rsidP="001C3738">
    <w:pPr>
      <w:pStyle w:val="Note"/>
    </w:pPr>
    <w:r w:rsidRPr="00AF3A11">
      <w:t>For Open Internationals send the completed form to the FAI office.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9516A" w14:textId="77777777" w:rsidR="00B26D9E" w:rsidRDefault="00B26D9E" w:rsidP="00691A63">
      <w:r>
        <w:separator/>
      </w:r>
    </w:p>
  </w:footnote>
  <w:footnote w:type="continuationSeparator" w:id="0">
    <w:p w14:paraId="090F355B" w14:textId="77777777" w:rsidR="00B26D9E" w:rsidRDefault="00B26D9E" w:rsidP="00691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9D33A" w14:textId="77777777" w:rsidR="00691A63" w:rsidRPr="001C3738" w:rsidRDefault="00691A63" w:rsidP="001C3738">
    <w:pPr>
      <w:pStyle w:val="Heading1"/>
      <w:spacing w:before="120" w:after="120"/>
      <w:jc w:val="center"/>
      <w:rPr>
        <w:rFonts w:ascii="Arial" w:hAnsi="Arial" w:cs="Arial"/>
        <w:b/>
        <w:bCs/>
        <w:sz w:val="28"/>
        <w:szCs w:val="28"/>
      </w:rPr>
    </w:pPr>
    <w:r w:rsidRPr="001C3738">
      <w:rPr>
        <w:rFonts w:ascii="Arial" w:hAnsi="Arial" w:cs="Arial"/>
        <w:b/>
        <w:bCs/>
        <w:sz w:val="28"/>
        <w:szCs w:val="28"/>
      </w:rPr>
      <w:t xml:space="preserve">Jury Report on FAI </w:t>
    </w:r>
    <w:r w:rsidR="00D22407" w:rsidRPr="001C3738">
      <w:rPr>
        <w:rFonts w:ascii="Arial" w:hAnsi="Arial" w:cs="Arial"/>
        <w:b/>
        <w:bCs/>
        <w:sz w:val="28"/>
        <w:szCs w:val="28"/>
      </w:rPr>
      <w:t xml:space="preserve">F2 </w:t>
    </w:r>
    <w:r w:rsidRPr="001C3738">
      <w:rPr>
        <w:rFonts w:ascii="Arial" w:hAnsi="Arial" w:cs="Arial"/>
        <w:b/>
        <w:bCs/>
        <w:sz w:val="28"/>
        <w:szCs w:val="28"/>
      </w:rPr>
      <w:t>World Cup &amp; Open International Competitions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defaultTabStop w:val="720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B6C"/>
    <w:rsid w:val="00022C33"/>
    <w:rsid w:val="00035605"/>
    <w:rsid w:val="00062A7F"/>
    <w:rsid w:val="0008270E"/>
    <w:rsid w:val="00124797"/>
    <w:rsid w:val="001312E7"/>
    <w:rsid w:val="0013788E"/>
    <w:rsid w:val="001615F4"/>
    <w:rsid w:val="001B1326"/>
    <w:rsid w:val="001B36CE"/>
    <w:rsid w:val="001C2885"/>
    <w:rsid w:val="001C3738"/>
    <w:rsid w:val="001C616B"/>
    <w:rsid w:val="001D6F49"/>
    <w:rsid w:val="0024664E"/>
    <w:rsid w:val="0027292D"/>
    <w:rsid w:val="00297D2F"/>
    <w:rsid w:val="002A595C"/>
    <w:rsid w:val="002D76AC"/>
    <w:rsid w:val="0030091A"/>
    <w:rsid w:val="003952A5"/>
    <w:rsid w:val="004865CD"/>
    <w:rsid w:val="004A46D2"/>
    <w:rsid w:val="004B4CF2"/>
    <w:rsid w:val="004C3500"/>
    <w:rsid w:val="004E422A"/>
    <w:rsid w:val="004F3656"/>
    <w:rsid w:val="00501F04"/>
    <w:rsid w:val="0056648F"/>
    <w:rsid w:val="0062065E"/>
    <w:rsid w:val="00630E37"/>
    <w:rsid w:val="006477D5"/>
    <w:rsid w:val="006700E2"/>
    <w:rsid w:val="00691A63"/>
    <w:rsid w:val="00694F64"/>
    <w:rsid w:val="00703927"/>
    <w:rsid w:val="00707609"/>
    <w:rsid w:val="00710807"/>
    <w:rsid w:val="007365D8"/>
    <w:rsid w:val="00774CAB"/>
    <w:rsid w:val="007A130E"/>
    <w:rsid w:val="007A313E"/>
    <w:rsid w:val="008760AB"/>
    <w:rsid w:val="008A7526"/>
    <w:rsid w:val="008B1FF4"/>
    <w:rsid w:val="008F39B6"/>
    <w:rsid w:val="00900A6B"/>
    <w:rsid w:val="00927F2A"/>
    <w:rsid w:val="0098179E"/>
    <w:rsid w:val="009C30F3"/>
    <w:rsid w:val="009E5149"/>
    <w:rsid w:val="009F22F0"/>
    <w:rsid w:val="00A43CDE"/>
    <w:rsid w:val="00A618CF"/>
    <w:rsid w:val="00A61CA1"/>
    <w:rsid w:val="00A64359"/>
    <w:rsid w:val="00A67470"/>
    <w:rsid w:val="00A77D07"/>
    <w:rsid w:val="00A82B79"/>
    <w:rsid w:val="00AB1484"/>
    <w:rsid w:val="00AF3A11"/>
    <w:rsid w:val="00B26D9E"/>
    <w:rsid w:val="00BA3592"/>
    <w:rsid w:val="00BA5C2B"/>
    <w:rsid w:val="00BE78F6"/>
    <w:rsid w:val="00BF66CC"/>
    <w:rsid w:val="00C34155"/>
    <w:rsid w:val="00C36C21"/>
    <w:rsid w:val="00C73351"/>
    <w:rsid w:val="00C92E5F"/>
    <w:rsid w:val="00CA3206"/>
    <w:rsid w:val="00D16D99"/>
    <w:rsid w:val="00D22407"/>
    <w:rsid w:val="00D33C8B"/>
    <w:rsid w:val="00D551E5"/>
    <w:rsid w:val="00D6162C"/>
    <w:rsid w:val="00D6347E"/>
    <w:rsid w:val="00DE7ADB"/>
    <w:rsid w:val="00E215FF"/>
    <w:rsid w:val="00E32680"/>
    <w:rsid w:val="00E56976"/>
    <w:rsid w:val="00EE34F1"/>
    <w:rsid w:val="00F26771"/>
    <w:rsid w:val="00FA7F8E"/>
    <w:rsid w:val="00FC18DB"/>
    <w:rsid w:val="00FC2B6C"/>
    <w:rsid w:val="00FF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B4A96F"/>
  <w14:defaultImageDpi w14:val="96"/>
  <w15:docId w15:val="{F80C91ED-CAA4-4126-B497-325494DF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738"/>
    <w:pPr>
      <w:spacing w:before="120" w:after="120"/>
    </w:pPr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37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108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0807"/>
    <w:rPr>
      <w:rFonts w:ascii="Segoe UI" w:hAnsi="Segoe UI" w:cs="Times New Roman"/>
      <w:sz w:val="18"/>
      <w:lang w:val="x-none" w:eastAsia="en-US"/>
    </w:rPr>
  </w:style>
  <w:style w:type="character" w:styleId="Hyperlink">
    <w:name w:val="Hyperlink"/>
    <w:basedOn w:val="DefaultParagraphFont"/>
    <w:uiPriority w:val="99"/>
    <w:unhideWhenUsed/>
    <w:rsid w:val="00710807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39"/>
    <w:rsid w:val="00501F04"/>
    <w:rPr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91A6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91A63"/>
    <w:rPr>
      <w:rFonts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691A6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91A63"/>
    <w:rPr>
      <w:rFonts w:cs="Times New Roman"/>
      <w:sz w:val="24"/>
      <w:szCs w:val="24"/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91A63"/>
    <w:rPr>
      <w:rFonts w:cs="Times New Roman"/>
      <w:color w:val="605E5C"/>
      <w:shd w:val="clear" w:color="auto" w:fill="E1DFDD"/>
    </w:rPr>
  </w:style>
  <w:style w:type="paragraph" w:customStyle="1" w:styleId="Table">
    <w:name w:val="Table"/>
    <w:basedOn w:val="Normal"/>
    <w:link w:val="TableChar"/>
    <w:qFormat/>
    <w:rsid w:val="001C3738"/>
    <w:pPr>
      <w:spacing w:before="0" w:after="0"/>
      <w:jc w:val="right"/>
    </w:pPr>
    <w:rPr>
      <w:rFonts w:cs="Arial"/>
      <w:szCs w:val="22"/>
    </w:rPr>
  </w:style>
  <w:style w:type="character" w:customStyle="1" w:styleId="TableChar">
    <w:name w:val="Table Char"/>
    <w:basedOn w:val="DefaultParagraphFont"/>
    <w:link w:val="Table"/>
    <w:rsid w:val="001C3738"/>
    <w:rPr>
      <w:rFonts w:ascii="Arial" w:hAnsi="Arial" w:cs="Arial"/>
      <w:sz w:val="22"/>
      <w:szCs w:val="22"/>
      <w:lang w:val="en-GB" w:eastAsia="en-US"/>
    </w:rPr>
  </w:style>
  <w:style w:type="paragraph" w:customStyle="1" w:styleId="Note">
    <w:name w:val="Note"/>
    <w:basedOn w:val="Normal"/>
    <w:link w:val="NoteChar"/>
    <w:qFormat/>
    <w:rsid w:val="001C3738"/>
    <w:pPr>
      <w:keepLines/>
      <w:spacing w:before="0" w:after="40"/>
    </w:pPr>
    <w:rPr>
      <w:rFonts w:cs="Arial"/>
      <w:sz w:val="16"/>
      <w:szCs w:val="16"/>
    </w:rPr>
  </w:style>
  <w:style w:type="character" w:customStyle="1" w:styleId="NoteChar">
    <w:name w:val="Note Char"/>
    <w:basedOn w:val="DefaultParagraphFont"/>
    <w:link w:val="Note"/>
    <w:rsid w:val="001C3738"/>
    <w:rPr>
      <w:rFonts w:ascii="Arial" w:hAnsi="Arial" w:cs="Arial"/>
      <w:sz w:val="16"/>
      <w:szCs w:val="16"/>
      <w:lang w:val="en-GB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1C373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2-worldcup@controlline.e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vol\OneDrive\Dokumenty\worldCupReports\templates\f2-wcup_jury_report_tem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f2-wcup_jury_report_temp.dotx</Template>
  <TotalTime>27</TotalTime>
  <Pages>1</Pages>
  <Words>131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F2 World Cup Jury Report</vt:lpstr>
    </vt:vector>
  </TitlesOfParts>
  <Company>Dell Computer Corporation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F2 World Cup Jury Report</dc:title>
  <dc:subject/>
  <dc:creator>Pavol Barbaric</dc:creator>
  <cp:keywords>fai, world cup, f2, jury report</cp:keywords>
  <dc:description/>
  <cp:lastModifiedBy>Pavol Barbaric</cp:lastModifiedBy>
  <cp:revision>29</cp:revision>
  <cp:lastPrinted>2017-01-30T07:39:00Z</cp:lastPrinted>
  <dcterms:created xsi:type="dcterms:W3CDTF">2024-02-12T19:00:00Z</dcterms:created>
  <dcterms:modified xsi:type="dcterms:W3CDTF">2025-01-07T19:38:00Z</dcterms:modified>
</cp:coreProperties>
</file>